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D43D" w14:textId="77777777" w:rsidR="002912DA" w:rsidRPr="00B974D7" w:rsidRDefault="00C53E85" w:rsidP="00F22501">
      <w:pPr>
        <w:spacing w:line="312" w:lineRule="auto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007E56F4" wp14:editId="09DA71A3">
            <wp:extent cx="320040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30CF1" w14:textId="77777777" w:rsidR="002912DA" w:rsidRPr="00B974D7" w:rsidRDefault="002912DA" w:rsidP="00F22501">
      <w:pPr>
        <w:spacing w:line="312" w:lineRule="auto"/>
        <w:rPr>
          <w:b/>
          <w:color w:val="000000"/>
          <w:szCs w:val="28"/>
        </w:rPr>
      </w:pPr>
    </w:p>
    <w:p w14:paraId="172438CB" w14:textId="21ADB29C" w:rsidR="002912DA" w:rsidRPr="00B974D7" w:rsidRDefault="002912DA" w:rsidP="00F22501">
      <w:pPr>
        <w:spacing w:line="312" w:lineRule="auto"/>
        <w:rPr>
          <w:b/>
          <w:color w:val="000000"/>
          <w:szCs w:val="28"/>
        </w:rPr>
      </w:pPr>
      <w:r w:rsidRPr="00B974D7">
        <w:rPr>
          <w:b/>
          <w:color w:val="000000"/>
          <w:szCs w:val="28"/>
        </w:rPr>
        <w:t xml:space="preserve">ТЕРРИТОРИАЛЬНАЯ ИЗБИРАТЕЛЬНАЯ КОМИССИЯ № </w:t>
      </w:r>
      <w:r w:rsidR="0013510F">
        <w:rPr>
          <w:b/>
          <w:color w:val="000000"/>
          <w:szCs w:val="28"/>
        </w:rPr>
        <w:t>14</w:t>
      </w:r>
    </w:p>
    <w:p w14:paraId="63A382E9" w14:textId="77777777" w:rsidR="002912DA" w:rsidRPr="00B974D7" w:rsidRDefault="002912DA" w:rsidP="00F22501">
      <w:pPr>
        <w:spacing w:line="312" w:lineRule="auto"/>
        <w:rPr>
          <w:b/>
          <w:color w:val="000000"/>
          <w:szCs w:val="28"/>
        </w:rPr>
      </w:pPr>
    </w:p>
    <w:p w14:paraId="12E20335" w14:textId="77777777" w:rsidR="002912DA" w:rsidRPr="00B974D7" w:rsidRDefault="002912DA" w:rsidP="00F22501">
      <w:pPr>
        <w:spacing w:line="312" w:lineRule="auto"/>
        <w:rPr>
          <w:b/>
          <w:color w:val="000000"/>
          <w:spacing w:val="60"/>
          <w:szCs w:val="28"/>
        </w:rPr>
      </w:pPr>
      <w:r w:rsidRPr="00B974D7">
        <w:rPr>
          <w:b/>
          <w:color w:val="000000"/>
          <w:spacing w:val="60"/>
          <w:szCs w:val="28"/>
        </w:rPr>
        <w:t>РЕШЕНИЕ</w:t>
      </w:r>
    </w:p>
    <w:p w14:paraId="03A1C493" w14:textId="77777777" w:rsidR="002912DA" w:rsidRPr="00B974D7" w:rsidRDefault="002912DA" w:rsidP="00F22501">
      <w:pPr>
        <w:pStyle w:val="aa"/>
        <w:spacing w:line="312" w:lineRule="auto"/>
        <w:jc w:val="left"/>
        <w:rPr>
          <w:rFonts w:ascii="Times New Roman" w:hAnsi="Times New Roman"/>
          <w:b/>
          <w:color w:val="000000"/>
          <w:spacing w:val="60"/>
          <w:szCs w:val="28"/>
        </w:rPr>
      </w:pPr>
    </w:p>
    <w:p w14:paraId="6FFEF758" w14:textId="0B53E7F6" w:rsidR="002912DA" w:rsidRPr="00B974D7" w:rsidRDefault="0013510F" w:rsidP="00F22501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30</w:t>
      </w:r>
      <w:r w:rsidR="00D247F5">
        <w:rPr>
          <w:rFonts w:ascii="Times New Roman" w:hAnsi="Times New Roman"/>
          <w:b/>
          <w:szCs w:val="28"/>
        </w:rPr>
        <w:t xml:space="preserve"> </w:t>
      </w:r>
      <w:r w:rsidR="004F18EA" w:rsidRPr="00B974D7">
        <w:rPr>
          <w:rFonts w:ascii="Times New Roman" w:hAnsi="Times New Roman"/>
          <w:b/>
          <w:szCs w:val="28"/>
        </w:rPr>
        <w:t>января 202</w:t>
      </w:r>
      <w:r w:rsidR="00D247F5">
        <w:rPr>
          <w:rFonts w:ascii="Times New Roman" w:hAnsi="Times New Roman"/>
          <w:b/>
          <w:szCs w:val="28"/>
        </w:rPr>
        <w:t>6</w:t>
      </w:r>
      <w:r w:rsidR="002912DA" w:rsidRPr="00B974D7">
        <w:rPr>
          <w:rFonts w:ascii="Times New Roman" w:hAnsi="Times New Roman"/>
          <w:b/>
          <w:szCs w:val="28"/>
        </w:rPr>
        <w:t xml:space="preserve"> года                                                       </w:t>
      </w:r>
      <w:r w:rsidR="00BA44D9">
        <w:rPr>
          <w:rFonts w:ascii="Times New Roman" w:hAnsi="Times New Roman"/>
          <w:b/>
          <w:szCs w:val="28"/>
        </w:rPr>
        <w:t xml:space="preserve">                             № </w:t>
      </w:r>
      <w:r>
        <w:rPr>
          <w:rFonts w:ascii="Times New Roman" w:hAnsi="Times New Roman"/>
          <w:b/>
          <w:szCs w:val="28"/>
        </w:rPr>
        <w:t>80-1</w:t>
      </w:r>
    </w:p>
    <w:p w14:paraId="2363D0CC" w14:textId="77777777" w:rsidR="002912DA" w:rsidRPr="00B974D7" w:rsidRDefault="002912DA" w:rsidP="00F22501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 w:rsidRPr="00B974D7">
        <w:rPr>
          <w:rFonts w:ascii="Times New Roman" w:hAnsi="Times New Roman"/>
          <w:b/>
          <w:szCs w:val="28"/>
        </w:rPr>
        <w:t>Санкт-Петербург</w:t>
      </w:r>
    </w:p>
    <w:p w14:paraId="474DF641" w14:textId="77777777" w:rsidR="002912DA" w:rsidRPr="007B00E8" w:rsidRDefault="002912DA" w:rsidP="00F22501">
      <w:pPr>
        <w:pStyle w:val="2"/>
        <w:widowControl w:val="0"/>
        <w:spacing w:line="312" w:lineRule="auto"/>
        <w:jc w:val="center"/>
        <w:rPr>
          <w:rFonts w:ascii="Times New Roman" w:hAnsi="Times New Roman"/>
          <w:sz w:val="14"/>
          <w:szCs w:val="28"/>
        </w:rPr>
      </w:pPr>
    </w:p>
    <w:p w14:paraId="14ECF4C8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szCs w:val="28"/>
        </w:rPr>
        <w:t>О</w:t>
      </w:r>
      <w:r w:rsidRPr="00B974D7">
        <w:rPr>
          <w:szCs w:val="28"/>
        </w:rPr>
        <w:t xml:space="preserve"> </w:t>
      </w:r>
      <w:r w:rsidRPr="00B974D7">
        <w:rPr>
          <w:b/>
          <w:bCs/>
          <w:szCs w:val="28"/>
        </w:rPr>
        <w:t xml:space="preserve">Плане работы </w:t>
      </w:r>
    </w:p>
    <w:p w14:paraId="617755FA" w14:textId="640AE45C" w:rsidR="002912DA" w:rsidRPr="00B974D7" w:rsidRDefault="0013510F" w:rsidP="00E93AF6">
      <w:pPr>
        <w:outlineLvl w:val="0"/>
        <w:rPr>
          <w:b/>
          <w:bCs/>
          <w:szCs w:val="28"/>
        </w:rPr>
      </w:pPr>
      <w:r>
        <w:rPr>
          <w:b/>
          <w:bCs/>
          <w:szCs w:val="28"/>
        </w:rPr>
        <w:t>Т</w:t>
      </w:r>
      <w:r w:rsidR="002912DA" w:rsidRPr="00B974D7">
        <w:rPr>
          <w:b/>
          <w:bCs/>
          <w:szCs w:val="28"/>
        </w:rPr>
        <w:t>ерриториальной избирательной комиссии № </w:t>
      </w:r>
      <w:r>
        <w:rPr>
          <w:b/>
          <w:bCs/>
          <w:szCs w:val="28"/>
        </w:rPr>
        <w:t>14</w:t>
      </w:r>
      <w:r w:rsidR="002912DA"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="002912DA" w:rsidRPr="00B974D7">
        <w:rPr>
          <w:b/>
          <w:bCs/>
          <w:szCs w:val="28"/>
        </w:rPr>
        <w:t xml:space="preserve"> год</w:t>
      </w:r>
      <w:r w:rsidR="002912DA" w:rsidRPr="00B974D7">
        <w:rPr>
          <w:b/>
          <w:szCs w:val="28"/>
        </w:rPr>
        <w:t xml:space="preserve"> </w:t>
      </w:r>
    </w:p>
    <w:p w14:paraId="3A2A2FF0" w14:textId="77777777" w:rsidR="002912DA" w:rsidRPr="00B974D7" w:rsidRDefault="002912DA" w:rsidP="00F22501">
      <w:pPr>
        <w:widowControl w:val="0"/>
        <w:autoSpaceDE w:val="0"/>
        <w:autoSpaceDN w:val="0"/>
        <w:adjustRightInd w:val="0"/>
        <w:spacing w:line="312" w:lineRule="auto"/>
        <w:rPr>
          <w:b/>
          <w:bCs/>
          <w:szCs w:val="28"/>
        </w:rPr>
      </w:pPr>
    </w:p>
    <w:p w14:paraId="7F7DD50A" w14:textId="675A719E" w:rsidR="002912DA" w:rsidRPr="00B974D7" w:rsidRDefault="002912DA" w:rsidP="007B00E8">
      <w:pPr>
        <w:spacing w:after="120"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Заслушав и обсудив информацию председателя </w:t>
      </w:r>
      <w:r w:rsidR="00FF532A">
        <w:rPr>
          <w:szCs w:val="28"/>
        </w:rPr>
        <w:t>Т</w:t>
      </w:r>
      <w:r w:rsidRPr="00B974D7">
        <w:rPr>
          <w:szCs w:val="28"/>
        </w:rPr>
        <w:t>ерриториальной  избирательной комиссии № </w:t>
      </w:r>
      <w:r w:rsidR="0013510F">
        <w:rPr>
          <w:szCs w:val="28"/>
        </w:rPr>
        <w:t>14</w:t>
      </w:r>
      <w:r w:rsidRPr="00B974D7">
        <w:rPr>
          <w:szCs w:val="28"/>
        </w:rPr>
        <w:t xml:space="preserve"> о перспективном планировании работы комиссии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в соответствии с пунктом 9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B974D7">
        <w:rPr>
          <w:szCs w:val="28"/>
        </w:rPr>
        <w:br/>
        <w:t xml:space="preserve">пунктом 2 статьи 3 Закона Санкт-Петербурга от </w:t>
      </w:r>
      <w:r w:rsidR="002935C3">
        <w:rPr>
          <w:szCs w:val="28"/>
        </w:rPr>
        <w:t>05</w:t>
      </w:r>
      <w:r w:rsidRPr="00B974D7">
        <w:rPr>
          <w:szCs w:val="28"/>
        </w:rPr>
        <w:t xml:space="preserve">.07.2006 № 385-57 </w:t>
      </w:r>
      <w:r w:rsidRPr="00B974D7">
        <w:rPr>
          <w:szCs w:val="28"/>
        </w:rPr>
        <w:br/>
        <w:t xml:space="preserve">«О территориальных избирательных комиссиях в Санкт-Петербурге», </w:t>
      </w:r>
      <w:r w:rsidR="007B00E8" w:rsidRPr="00747529">
        <w:rPr>
          <w:szCs w:val="28"/>
        </w:rPr>
        <w:t xml:space="preserve">решением Санкт-Петербургской избирательной комиссии </w:t>
      </w:r>
      <w:r w:rsidR="007B00E8">
        <w:rPr>
          <w:szCs w:val="28"/>
        </w:rPr>
        <w:br/>
      </w:r>
      <w:r w:rsidR="007B00E8" w:rsidRPr="00747529">
        <w:rPr>
          <w:szCs w:val="28"/>
        </w:rPr>
        <w:t xml:space="preserve">от </w:t>
      </w:r>
      <w:r w:rsidR="007B00E8">
        <w:rPr>
          <w:szCs w:val="28"/>
        </w:rPr>
        <w:t>15</w:t>
      </w:r>
      <w:r w:rsidR="007B00E8" w:rsidRPr="00747529">
        <w:rPr>
          <w:szCs w:val="28"/>
        </w:rPr>
        <w:t xml:space="preserve"> января 2026 года № </w:t>
      </w:r>
      <w:r w:rsidR="007B00E8">
        <w:rPr>
          <w:szCs w:val="28"/>
        </w:rPr>
        <w:t>158-1</w:t>
      </w:r>
      <w:r w:rsidR="007B00E8" w:rsidRPr="00747529">
        <w:rPr>
          <w:szCs w:val="28"/>
        </w:rPr>
        <w:t xml:space="preserve"> </w:t>
      </w:r>
      <w:r w:rsidR="007B00E8">
        <w:rPr>
          <w:szCs w:val="28"/>
        </w:rPr>
        <w:t>«</w:t>
      </w:r>
      <w:r w:rsidR="007B00E8" w:rsidRPr="007B00E8">
        <w:rPr>
          <w:szCs w:val="28"/>
        </w:rPr>
        <w:t>О Плане работы Санкт-Петербургской избирательной комиссии на 2026 год</w:t>
      </w:r>
      <w:r w:rsidR="007B00E8">
        <w:rPr>
          <w:szCs w:val="28"/>
        </w:rPr>
        <w:t>»</w:t>
      </w:r>
      <w:r w:rsidRPr="00B974D7">
        <w:rPr>
          <w:szCs w:val="28"/>
        </w:rPr>
        <w:t xml:space="preserve"> </w:t>
      </w:r>
      <w:r w:rsidR="00FF532A">
        <w:rPr>
          <w:szCs w:val="28"/>
        </w:rPr>
        <w:t>Т</w:t>
      </w:r>
      <w:r w:rsidR="007B00E8" w:rsidRPr="00B974D7">
        <w:rPr>
          <w:szCs w:val="28"/>
        </w:rPr>
        <w:t xml:space="preserve">ерриториальная избирательная комиссия № </w:t>
      </w:r>
      <w:r w:rsidR="0013510F">
        <w:rPr>
          <w:szCs w:val="28"/>
        </w:rPr>
        <w:t>14</w:t>
      </w:r>
      <w:r w:rsidR="007B00E8">
        <w:rPr>
          <w:szCs w:val="28"/>
        </w:rPr>
        <w:t xml:space="preserve"> </w:t>
      </w:r>
      <w:r w:rsidRPr="00B974D7">
        <w:rPr>
          <w:b/>
          <w:szCs w:val="28"/>
        </w:rPr>
        <w:t>р е ш и л а:</w:t>
      </w:r>
    </w:p>
    <w:p w14:paraId="1962CC15" w14:textId="51E6B675"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1. Утвердить План работы </w:t>
      </w:r>
      <w:r w:rsidR="00FF532A">
        <w:rPr>
          <w:szCs w:val="28"/>
        </w:rPr>
        <w:t>Т</w:t>
      </w:r>
      <w:r w:rsidRPr="00B974D7">
        <w:rPr>
          <w:szCs w:val="28"/>
        </w:rPr>
        <w:t>ерриториальной избирательной комиссии № </w:t>
      </w:r>
      <w:r w:rsidR="0013510F">
        <w:rPr>
          <w:szCs w:val="28"/>
        </w:rPr>
        <w:t>14</w:t>
      </w:r>
      <w:r w:rsidRPr="00B974D7">
        <w:rPr>
          <w:szCs w:val="28"/>
        </w:rPr>
        <w:t xml:space="preserve">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согласно приложению к настоящему решению.</w:t>
      </w:r>
    </w:p>
    <w:p w14:paraId="7E3C0762" w14:textId="64B0FBF3"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2. Разместить настоящее решение на сайте </w:t>
      </w:r>
      <w:r w:rsidR="00FF532A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№ </w:t>
      </w:r>
      <w:r w:rsidR="0013510F">
        <w:rPr>
          <w:szCs w:val="28"/>
        </w:rPr>
        <w:t>14</w:t>
      </w:r>
      <w:r w:rsidRPr="00B974D7">
        <w:rPr>
          <w:szCs w:val="28"/>
        </w:rPr>
        <w:t xml:space="preserve"> в информационно-телекоммуникационной сети Интернет.</w:t>
      </w:r>
    </w:p>
    <w:p w14:paraId="381EDB8C" w14:textId="736A1ABE" w:rsidR="00D247F5" w:rsidRDefault="002912DA" w:rsidP="0013510F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3. Контроль за исполнением настоящего решения возложить на председателя </w:t>
      </w:r>
      <w:r w:rsidR="00FF532A">
        <w:rPr>
          <w:szCs w:val="28"/>
        </w:rPr>
        <w:t>Т</w:t>
      </w:r>
      <w:r w:rsidRPr="00B974D7">
        <w:rPr>
          <w:szCs w:val="28"/>
        </w:rPr>
        <w:t>ерриториальной избирательной комиссии № </w:t>
      </w:r>
      <w:r w:rsidR="0013510F">
        <w:rPr>
          <w:szCs w:val="28"/>
        </w:rPr>
        <w:t xml:space="preserve">14 </w:t>
      </w:r>
      <w:r w:rsidR="00FF532A">
        <w:rPr>
          <w:szCs w:val="28"/>
        </w:rPr>
        <w:br/>
      </w:r>
      <w:r w:rsidR="0013510F">
        <w:rPr>
          <w:szCs w:val="28"/>
        </w:rPr>
        <w:t>Абрамову Е.А.</w:t>
      </w:r>
    </w:p>
    <w:p w14:paraId="4311C5CB" w14:textId="77777777" w:rsidR="0013510F" w:rsidRPr="00B974D7" w:rsidRDefault="0013510F" w:rsidP="0013510F">
      <w:pPr>
        <w:spacing w:line="276" w:lineRule="auto"/>
        <w:ind w:firstLine="720"/>
        <w:jc w:val="both"/>
        <w:rPr>
          <w:szCs w:val="28"/>
        </w:rPr>
      </w:pPr>
    </w:p>
    <w:p w14:paraId="12D94E59" w14:textId="4AD4463E"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F339C">
        <w:t>Председатель</w:t>
      </w:r>
      <w:r>
        <w:t xml:space="preserve"> </w:t>
      </w:r>
      <w:r w:rsidR="00FF532A">
        <w:t>Т</w:t>
      </w:r>
      <w:r w:rsidRPr="00484535">
        <w:rPr>
          <w:color w:val="000000"/>
        </w:rPr>
        <w:t xml:space="preserve">ерриториальной </w:t>
      </w:r>
    </w:p>
    <w:p w14:paraId="359F608F" w14:textId="1968E8D2"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</w:pPr>
      <w:r w:rsidRPr="00484535">
        <w:rPr>
          <w:color w:val="000000"/>
        </w:rPr>
        <w:t xml:space="preserve">избирательной комиссии № </w:t>
      </w:r>
      <w:r w:rsidR="0013510F">
        <w:rPr>
          <w:color w:val="000000"/>
        </w:rPr>
        <w:t>14</w:t>
      </w:r>
      <w:r>
        <w:t xml:space="preserve">                                               </w:t>
      </w:r>
      <w:r w:rsidR="0013510F">
        <w:t>Е.А. Абрамова</w:t>
      </w:r>
    </w:p>
    <w:p w14:paraId="3CC177AA" w14:textId="77777777" w:rsidR="00FF532A" w:rsidRDefault="00FF532A" w:rsidP="007B00E8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E3BC4E" w14:textId="5E5D4F8B"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t xml:space="preserve">Секретарь </w:t>
      </w:r>
      <w:r w:rsidR="00FF532A">
        <w:rPr>
          <w:color w:val="000000"/>
        </w:rPr>
        <w:t>Т</w:t>
      </w:r>
      <w:r w:rsidRPr="00484535">
        <w:rPr>
          <w:color w:val="000000"/>
        </w:rPr>
        <w:t xml:space="preserve">ерриториальной </w:t>
      </w:r>
    </w:p>
    <w:p w14:paraId="31BBF4AC" w14:textId="7416D4A8"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sectPr w:rsidR="005009CC" w:rsidSect="00FF532A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851" w:right="850" w:bottom="1134" w:left="1701" w:header="708" w:footer="708" w:gutter="0"/>
          <w:pgNumType w:start="1"/>
          <w:cols w:space="708"/>
          <w:titlePg/>
          <w:docGrid w:linePitch="381"/>
        </w:sectPr>
      </w:pPr>
      <w:r w:rsidRPr="00484535">
        <w:rPr>
          <w:color w:val="000000"/>
        </w:rPr>
        <w:t xml:space="preserve">избирательной комиссии № </w:t>
      </w:r>
      <w:r w:rsidR="0013510F">
        <w:rPr>
          <w:color w:val="000000"/>
        </w:rPr>
        <w:t>14</w:t>
      </w:r>
      <w:r w:rsidR="0013510F">
        <w:rPr>
          <w:color w:val="000000"/>
        </w:rPr>
        <w:tab/>
      </w:r>
      <w:r w:rsidR="0013510F">
        <w:rPr>
          <w:color w:val="000000"/>
        </w:rPr>
        <w:tab/>
      </w:r>
      <w:r w:rsidR="0013510F">
        <w:rPr>
          <w:color w:val="000000"/>
        </w:rPr>
        <w:tab/>
      </w:r>
      <w:r w:rsidR="0013510F">
        <w:rPr>
          <w:color w:val="000000"/>
        </w:rPr>
        <w:tab/>
      </w:r>
      <w:r w:rsidR="00FF532A">
        <w:rPr>
          <w:color w:val="000000"/>
        </w:rPr>
        <w:t xml:space="preserve">         </w:t>
      </w:r>
      <w:proofErr w:type="spellStart"/>
      <w:r w:rsidR="0013510F">
        <w:rPr>
          <w:color w:val="000000"/>
        </w:rPr>
        <w:t>В.Р.Афонин</w:t>
      </w:r>
      <w:proofErr w:type="spellEnd"/>
      <w:r>
        <w:t xml:space="preserve">                                               </w:t>
      </w:r>
    </w:p>
    <w:p w14:paraId="12A63989" w14:textId="77777777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lastRenderedPageBreak/>
        <w:t xml:space="preserve">Приложение </w:t>
      </w:r>
    </w:p>
    <w:p w14:paraId="0DFA0873" w14:textId="581439F2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к решению </w:t>
      </w:r>
      <w:r w:rsidR="00FF532A">
        <w:rPr>
          <w:sz w:val="24"/>
        </w:rPr>
        <w:t>Т</w:t>
      </w:r>
      <w:r w:rsidRPr="00B974D7">
        <w:rPr>
          <w:sz w:val="24"/>
        </w:rPr>
        <w:t>ерриториальной</w:t>
      </w:r>
    </w:p>
    <w:p w14:paraId="4C22E8C9" w14:textId="55886B18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избирательной комиссии № </w:t>
      </w:r>
      <w:r w:rsidR="0013510F">
        <w:rPr>
          <w:sz w:val="24"/>
        </w:rPr>
        <w:t>14</w:t>
      </w:r>
    </w:p>
    <w:p w14:paraId="72494C05" w14:textId="3CA03911"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от </w:t>
      </w:r>
      <w:r w:rsidR="0013510F">
        <w:rPr>
          <w:sz w:val="24"/>
        </w:rPr>
        <w:t>30</w:t>
      </w:r>
      <w:r w:rsidR="004A7892">
        <w:rPr>
          <w:sz w:val="24"/>
        </w:rPr>
        <w:t xml:space="preserve"> </w:t>
      </w:r>
      <w:r w:rsidRPr="00B974D7">
        <w:rPr>
          <w:sz w:val="24"/>
        </w:rPr>
        <w:t>января 202</w:t>
      </w:r>
      <w:r w:rsidR="00D247F5">
        <w:rPr>
          <w:sz w:val="24"/>
        </w:rPr>
        <w:t>6</w:t>
      </w:r>
      <w:r w:rsidRPr="00B974D7">
        <w:rPr>
          <w:sz w:val="24"/>
        </w:rPr>
        <w:t xml:space="preserve"> года № </w:t>
      </w:r>
      <w:r w:rsidR="0013510F">
        <w:rPr>
          <w:sz w:val="24"/>
        </w:rPr>
        <w:t>80-1</w:t>
      </w:r>
    </w:p>
    <w:p w14:paraId="00F65654" w14:textId="77777777"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14:paraId="055A8765" w14:textId="77777777"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14:paraId="7D08EDFA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ПЛАН</w:t>
      </w:r>
    </w:p>
    <w:p w14:paraId="5A9E95AC" w14:textId="3AC8CC97" w:rsidR="002912DA" w:rsidRPr="00B974D7" w:rsidRDefault="002912DA" w:rsidP="00E93AF6">
      <w:pPr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работы </w:t>
      </w:r>
      <w:r w:rsidR="0013510F">
        <w:rPr>
          <w:b/>
          <w:bCs/>
          <w:szCs w:val="28"/>
        </w:rPr>
        <w:t>Т</w:t>
      </w:r>
      <w:r w:rsidRPr="00B974D7">
        <w:rPr>
          <w:b/>
          <w:bCs/>
          <w:szCs w:val="28"/>
        </w:rPr>
        <w:t xml:space="preserve">ерриториальной избирательной комиссии № </w:t>
      </w:r>
      <w:r w:rsidR="0013510F">
        <w:rPr>
          <w:b/>
          <w:bCs/>
          <w:szCs w:val="28"/>
        </w:rPr>
        <w:t>14</w:t>
      </w:r>
      <w:r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Pr="00B974D7">
        <w:rPr>
          <w:b/>
          <w:bCs/>
          <w:szCs w:val="28"/>
        </w:rPr>
        <w:t xml:space="preserve"> год</w:t>
      </w:r>
    </w:p>
    <w:p w14:paraId="10E0E032" w14:textId="77777777" w:rsidR="002912DA" w:rsidRPr="00B974D7" w:rsidRDefault="002912DA" w:rsidP="00F22501">
      <w:pPr>
        <w:spacing w:line="312" w:lineRule="auto"/>
        <w:rPr>
          <w:b/>
          <w:bCs/>
          <w:szCs w:val="28"/>
        </w:rPr>
      </w:pPr>
    </w:p>
    <w:p w14:paraId="1E05A98B" w14:textId="77777777" w:rsidR="0030042B" w:rsidRPr="00B974D7" w:rsidRDefault="0030042B" w:rsidP="0030042B">
      <w:pPr>
        <w:spacing w:line="312" w:lineRule="auto"/>
        <w:outlineLvl w:val="0"/>
        <w:rPr>
          <w:szCs w:val="28"/>
        </w:rPr>
      </w:pPr>
      <w:r w:rsidRPr="00B974D7">
        <w:rPr>
          <w:b/>
          <w:bCs/>
          <w:szCs w:val="28"/>
        </w:rPr>
        <w:t>1. Основные направления деятельности</w:t>
      </w:r>
    </w:p>
    <w:p w14:paraId="5A4608FE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4BD3EDC3" w14:textId="77777777" w:rsidR="0030042B" w:rsidRDefault="0030042B" w:rsidP="00641869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 w:rsidRPr="00336131">
        <w:rPr>
          <w:szCs w:val="28"/>
        </w:rPr>
        <w:t>1.1. </w:t>
      </w:r>
      <w:r w:rsidR="00641869" w:rsidRPr="00336131">
        <w:rPr>
          <w:szCs w:val="28"/>
        </w:rPr>
        <w:t xml:space="preserve">Обеспечение реализации мероприятий, связанных </w:t>
      </w:r>
      <w:r w:rsidR="00641869" w:rsidRPr="00336131">
        <w:rPr>
          <w:szCs w:val="28"/>
        </w:rPr>
        <w:br/>
        <w:t xml:space="preserve">с подготовкой и проведением выборов в единый день голосования </w:t>
      </w:r>
      <w:r w:rsidR="00336131">
        <w:rPr>
          <w:szCs w:val="28"/>
        </w:rPr>
        <w:br/>
      </w:r>
      <w:r w:rsidR="00641869" w:rsidRPr="00336131">
        <w:rPr>
          <w:szCs w:val="28"/>
        </w:rPr>
        <w:t>20 сентября 2026 года на подведомственной территории.</w:t>
      </w:r>
    </w:p>
    <w:p w14:paraId="1C55247D" w14:textId="77777777" w:rsidR="0030042B" w:rsidRPr="00B974D7" w:rsidRDefault="0030042B" w:rsidP="0030042B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1.2. </w:t>
      </w:r>
      <w:r w:rsidR="003041B1" w:rsidRPr="009F6254">
        <w:rPr>
          <w:szCs w:val="28"/>
        </w:rPr>
        <w:t>Осуществление мероприятий по формированию участковых избират</w:t>
      </w:r>
      <w:r w:rsidR="003041B1">
        <w:rPr>
          <w:szCs w:val="28"/>
        </w:rPr>
        <w:t>ельных комиссий (резерва составов</w:t>
      </w:r>
      <w:r w:rsidR="003041B1" w:rsidRPr="009F6254">
        <w:rPr>
          <w:szCs w:val="28"/>
        </w:rPr>
        <w:t xml:space="preserve"> участковых избирательных комиссий) на подведомственной территории</w:t>
      </w:r>
      <w:r w:rsidRPr="00B974D7">
        <w:rPr>
          <w:szCs w:val="28"/>
        </w:rPr>
        <w:t>.</w:t>
      </w:r>
    </w:p>
    <w:p w14:paraId="0965904D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6C28F5">
        <w:rPr>
          <w:szCs w:val="28"/>
        </w:rPr>
        <w:t>1.3. Оказание правовой, методической, информационной, организационно-технической помощи участковым комиссиям избирательных участков в подготовке к проведению выборов на подведомственной территории.</w:t>
      </w:r>
    </w:p>
    <w:p w14:paraId="185D98FD" w14:textId="222D27C9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4</w:t>
      </w:r>
      <w:r w:rsidRPr="00B974D7">
        <w:rPr>
          <w:szCs w:val="28"/>
        </w:rPr>
        <w:t xml:space="preserve">. Взаимодействие с региональными, местными и первичными 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Pr="00B974D7">
        <w:rPr>
          <w:szCs w:val="28"/>
        </w:rPr>
        <w:br/>
        <w:t xml:space="preserve">в </w:t>
      </w:r>
      <w:r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Pr="00B974D7">
        <w:rPr>
          <w:szCs w:val="28"/>
        </w:rPr>
        <w:br/>
        <w:t xml:space="preserve">и Санкт-Петербурга о выборах, постановлений и иных нормативных актов ЦИК России, решений Санкт-Петербургской избирательной комиссии, решений </w:t>
      </w:r>
      <w:r w:rsidR="00FF532A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</w:t>
      </w:r>
      <w:r>
        <w:rPr>
          <w:szCs w:val="28"/>
        </w:rPr>
        <w:t xml:space="preserve">№ </w:t>
      </w:r>
      <w:r w:rsidR="0013510F">
        <w:rPr>
          <w:szCs w:val="28"/>
        </w:rPr>
        <w:t>14</w:t>
      </w:r>
      <w:r w:rsidR="007F77E1">
        <w:rPr>
          <w:szCs w:val="28"/>
        </w:rPr>
        <w:t xml:space="preserve"> (далее – ТИК</w:t>
      </w:r>
      <w:r w:rsidRPr="00B974D7">
        <w:rPr>
          <w:szCs w:val="28"/>
        </w:rPr>
        <w:t>).</w:t>
      </w:r>
    </w:p>
    <w:p w14:paraId="59C2F288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5</w:t>
      </w:r>
      <w:r w:rsidRPr="00B974D7">
        <w:rPr>
          <w:szCs w:val="28"/>
        </w:rPr>
        <w:t xml:space="preserve">. Взаимодействие с исполнительными органами государственной власти Санкт-Петербурга, органами местного самоуправления внутригородских муниципальных образований города федерального значения Санкт-Петербурга, расположенных на подведомственной территории, (далее – органы местного самоуправления) по вопросам </w:t>
      </w:r>
      <w:r w:rsidRPr="00B974D7">
        <w:rPr>
          <w:szCs w:val="28"/>
        </w:rPr>
        <w:lastRenderedPageBreak/>
        <w:t xml:space="preserve">оказания содействия избирательным комиссиям в реализации их полномочий по подготовке и проведению выборов (референдумов). </w:t>
      </w:r>
    </w:p>
    <w:p w14:paraId="26DF3655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1.6</w:t>
      </w:r>
      <w:r w:rsidR="0030042B" w:rsidRPr="00B974D7">
        <w:rPr>
          <w:szCs w:val="28"/>
        </w:rPr>
        <w:t xml:space="preserve">. Взаимодействие с общественными организациями по вопросам, связанными с реализацией избирательных прав и права на участие </w:t>
      </w:r>
      <w:r w:rsidR="0030042B" w:rsidRPr="00B974D7">
        <w:rPr>
          <w:szCs w:val="28"/>
        </w:rPr>
        <w:br/>
        <w:t xml:space="preserve">в референдуме граждан Российской Федерации. </w:t>
      </w:r>
    </w:p>
    <w:p w14:paraId="5C341612" w14:textId="77777777" w:rsidR="0030042B" w:rsidRPr="00B974D7" w:rsidRDefault="0030042B" w:rsidP="00173E8E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7</w:t>
      </w:r>
      <w:r w:rsidRPr="00B974D7">
        <w:rPr>
          <w:szCs w:val="28"/>
        </w:rPr>
        <w:t>. </w:t>
      </w:r>
      <w:r w:rsidR="00AA4F47" w:rsidRPr="009F6254">
        <w:rPr>
          <w:szCs w:val="28"/>
        </w:rPr>
        <w:t xml:space="preserve">Осуществление контроля за соблюдением избирательных прав </w:t>
      </w:r>
      <w:r w:rsidR="00AA4F47" w:rsidRPr="009F6254">
        <w:rPr>
          <w:szCs w:val="28"/>
        </w:rPr>
        <w:br/>
        <w:t xml:space="preserve">и права на участие в референдуме граждан Российской Федерации </w:t>
      </w:r>
      <w:r w:rsidR="00AA4F47" w:rsidRPr="009F6254">
        <w:rPr>
          <w:szCs w:val="28"/>
        </w:rPr>
        <w:br/>
        <w:t>на подведомственной территории</w:t>
      </w:r>
      <w:r w:rsidR="00173E8E" w:rsidRPr="00173E8E">
        <w:rPr>
          <w:szCs w:val="28"/>
        </w:rPr>
        <w:t xml:space="preserve">, </w:t>
      </w:r>
      <w:r w:rsidR="00173E8E" w:rsidRPr="006C28F5">
        <w:rPr>
          <w:szCs w:val="28"/>
        </w:rPr>
        <w:t>рассмотрение жалоб (заявлений) на решения и действия (бездействия) избирательных комиссий, комиссий референдума в порядке, установленном федеральным и региональным законодательством.</w:t>
      </w:r>
    </w:p>
    <w:p w14:paraId="553F9D69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8</w:t>
      </w:r>
      <w:r w:rsidRPr="00B974D7">
        <w:rPr>
          <w:szCs w:val="28"/>
        </w:rPr>
        <w:t>. Обучение кадров избирательных комиссий и иных участников избирательного процесса и повышение правовой культуры избирателей.</w:t>
      </w:r>
    </w:p>
    <w:p w14:paraId="04869C11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1.9</w:t>
      </w:r>
      <w:r w:rsidR="0030042B" w:rsidRPr="00B974D7">
        <w:rPr>
          <w:szCs w:val="28"/>
        </w:rPr>
        <w:t xml:space="preserve">. Подготовка и реализация </w:t>
      </w:r>
      <w:r w:rsidR="007F77E1">
        <w:rPr>
          <w:szCs w:val="28"/>
        </w:rPr>
        <w:t>П</w:t>
      </w:r>
      <w:r w:rsidR="0030042B" w:rsidRPr="00B974D7">
        <w:rPr>
          <w:szCs w:val="28"/>
        </w:rPr>
        <w:t xml:space="preserve">лана мероприятий ТИК по обучению кадров избирательных комиссий и иных участников избирательного процесса, </w:t>
      </w:r>
      <w:r w:rsidR="007F77E1">
        <w:rPr>
          <w:szCs w:val="28"/>
        </w:rPr>
        <w:t>П</w:t>
      </w:r>
      <w:r w:rsidR="007F77E1" w:rsidRPr="00B974D7">
        <w:rPr>
          <w:szCs w:val="28"/>
        </w:rPr>
        <w:t xml:space="preserve">лана </w:t>
      </w:r>
      <w:r w:rsidR="007F77E1">
        <w:rPr>
          <w:szCs w:val="28"/>
        </w:rPr>
        <w:t xml:space="preserve">по </w:t>
      </w:r>
      <w:r w:rsidR="0030042B" w:rsidRPr="00B974D7">
        <w:rPr>
          <w:szCs w:val="28"/>
        </w:rPr>
        <w:t xml:space="preserve">повышению правовой культуры избирателей </w:t>
      </w:r>
      <w:r w:rsidR="0030042B" w:rsidRPr="00B974D7">
        <w:rPr>
          <w:szCs w:val="28"/>
        </w:rPr>
        <w:br/>
        <w:t xml:space="preserve">на </w:t>
      </w:r>
      <w:r w:rsidR="0030042B">
        <w:rPr>
          <w:szCs w:val="28"/>
        </w:rPr>
        <w:t>202</w:t>
      </w:r>
      <w:r w:rsidR="00D247F5">
        <w:rPr>
          <w:szCs w:val="28"/>
        </w:rPr>
        <w:t>6</w:t>
      </w:r>
      <w:r w:rsidR="00AA4F47">
        <w:rPr>
          <w:szCs w:val="28"/>
        </w:rPr>
        <w:t xml:space="preserve"> </w:t>
      </w:r>
      <w:r w:rsidR="0030042B" w:rsidRPr="00B974D7">
        <w:rPr>
          <w:szCs w:val="28"/>
        </w:rPr>
        <w:t>год.</w:t>
      </w:r>
    </w:p>
    <w:p w14:paraId="3B1DE043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1.1</w:t>
      </w:r>
      <w:r w:rsidR="008B6823">
        <w:rPr>
          <w:szCs w:val="28"/>
        </w:rPr>
        <w:t>0</w:t>
      </w:r>
      <w:r w:rsidRPr="00B974D7">
        <w:rPr>
          <w:szCs w:val="28"/>
        </w:rPr>
        <w:t>. Взаимодействие с местными отделениями (организациями) региональных отделений 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14:paraId="04314B00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1.11</w:t>
      </w:r>
      <w:r w:rsidR="0030042B" w:rsidRPr="00B974D7">
        <w:rPr>
          <w:szCs w:val="28"/>
        </w:rPr>
        <w:t xml:space="preserve">. Проведение мероприятий по обеспечению реализации избирательных прав граждан с ограниченными физическими возможностями на подведомственной территории. </w:t>
      </w:r>
    </w:p>
    <w:p w14:paraId="7216FE9D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1.12</w:t>
      </w:r>
      <w:r w:rsidR="0030042B" w:rsidRPr="00B974D7">
        <w:rPr>
          <w:szCs w:val="28"/>
        </w:rPr>
        <w:t xml:space="preserve">. Взаимодействие с правоохранительными органами по вопросам обеспечения законности и общественного порядка в период подготовки </w:t>
      </w:r>
      <w:r w:rsidR="0030042B" w:rsidRPr="00B974D7">
        <w:rPr>
          <w:szCs w:val="28"/>
        </w:rPr>
        <w:br/>
        <w:t xml:space="preserve">и проведения выборов и референдумов. </w:t>
      </w:r>
    </w:p>
    <w:p w14:paraId="7732AF0A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1.13</w:t>
      </w:r>
      <w:r w:rsidR="0030042B" w:rsidRPr="00B974D7">
        <w:rPr>
          <w:szCs w:val="28"/>
        </w:rPr>
        <w:t>. Взаимодействие с воинскими частями, военными учреждениями и организациями по вопросам обеспечения реализации активного избирательного права военнослужащих на выборах и референдумах.</w:t>
      </w:r>
    </w:p>
    <w:p w14:paraId="6E7202F3" w14:textId="77777777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1.14</w:t>
      </w:r>
      <w:r w:rsidR="0030042B" w:rsidRPr="00B974D7">
        <w:rPr>
          <w:szCs w:val="28"/>
        </w:rPr>
        <w:t>. </w:t>
      </w:r>
      <w:r w:rsidR="00AA4F47" w:rsidRPr="009F6254">
        <w:rPr>
          <w:szCs w:val="28"/>
        </w:rPr>
        <w:t xml:space="preserve">Участие в формировании и ведении регистра </w:t>
      </w:r>
      <w:r w:rsidR="004A7892">
        <w:rPr>
          <w:szCs w:val="28"/>
        </w:rPr>
        <w:t>участников избирательного процесса</w:t>
      </w:r>
      <w:r w:rsidR="00AA4F47" w:rsidRPr="009F6254">
        <w:rPr>
          <w:szCs w:val="28"/>
        </w:rPr>
        <w:t>, а также контроль за составлением и уточнением списков избирателей, участников референдума при проведении выборов (референдумов)</w:t>
      </w:r>
      <w:r w:rsidR="00AA4F47" w:rsidRPr="00FB0529">
        <w:rPr>
          <w:szCs w:val="28"/>
        </w:rPr>
        <w:t xml:space="preserve"> </w:t>
      </w:r>
      <w:r w:rsidR="00AA4F47" w:rsidRPr="009F6254">
        <w:rPr>
          <w:szCs w:val="28"/>
        </w:rPr>
        <w:t>(в случае их назначения)</w:t>
      </w:r>
      <w:r w:rsidR="0030042B" w:rsidRPr="00B974D7">
        <w:rPr>
          <w:szCs w:val="28"/>
        </w:rPr>
        <w:t xml:space="preserve">. </w:t>
      </w:r>
    </w:p>
    <w:p w14:paraId="26E808E8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1.15</w:t>
      </w:r>
      <w:r w:rsidR="0030042B" w:rsidRPr="00177E93">
        <w:rPr>
          <w:szCs w:val="28"/>
        </w:rPr>
        <w:t xml:space="preserve">. Осуществление мер, направленных на предупреждение коррупционных правонарушений, соблюдение ограничений, запретов </w:t>
      </w:r>
      <w:r w:rsidR="0030042B" w:rsidRPr="00177E93">
        <w:rPr>
          <w:szCs w:val="28"/>
        </w:rPr>
        <w:br/>
        <w:t xml:space="preserve">и обязанностей, установленных законодательством Российской Федерации </w:t>
      </w:r>
      <w:r w:rsidR="0030042B" w:rsidRPr="00177E93">
        <w:rPr>
          <w:szCs w:val="28"/>
        </w:rPr>
        <w:br/>
        <w:t>в целях противодействия коррупции (в отношении государственных гражданских служащих Санкт-Петербурга в аппарате ТИК).</w:t>
      </w:r>
    </w:p>
    <w:p w14:paraId="2EAA8406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 w:rsidRPr="00641869">
        <w:rPr>
          <w:szCs w:val="28"/>
        </w:rPr>
        <w:t>1.16</w:t>
      </w:r>
      <w:r w:rsidR="0030042B" w:rsidRPr="00641869">
        <w:rPr>
          <w:szCs w:val="28"/>
        </w:rPr>
        <w:t xml:space="preserve">. Использование территориального фрагмента Государственной автоматизированной системы Российской Федерации «Выборы» </w:t>
      </w:r>
      <w:r w:rsidR="0030042B" w:rsidRPr="00641869">
        <w:rPr>
          <w:szCs w:val="28"/>
        </w:rPr>
        <w:br/>
        <w:t>(далее – ГАС «Выборы»).</w:t>
      </w:r>
      <w:r w:rsidR="0030042B" w:rsidRPr="00177E93">
        <w:rPr>
          <w:szCs w:val="28"/>
        </w:rPr>
        <w:t xml:space="preserve"> </w:t>
      </w:r>
    </w:p>
    <w:p w14:paraId="5E97A88E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1.17</w:t>
      </w:r>
      <w:r w:rsidR="0030042B" w:rsidRPr="00177E93">
        <w:rPr>
          <w:szCs w:val="28"/>
        </w:rPr>
        <w:t xml:space="preserve">. Взаимодействие со средствами массовой информации, наблюдателями в целях обеспечения открытости и гласности избирательных процедур на подведомственной территории (при необходимости). </w:t>
      </w:r>
    </w:p>
    <w:p w14:paraId="7B2A2946" w14:textId="77777777" w:rsidR="0030042B" w:rsidRPr="00177E93" w:rsidRDefault="008B6823" w:rsidP="0030042B">
      <w:pPr>
        <w:spacing w:line="312" w:lineRule="auto"/>
        <w:ind w:firstLine="709"/>
        <w:jc w:val="both"/>
        <w:rPr>
          <w:b/>
          <w:szCs w:val="28"/>
        </w:rPr>
      </w:pPr>
      <w:r>
        <w:rPr>
          <w:szCs w:val="28"/>
        </w:rPr>
        <w:t>1.18</w:t>
      </w:r>
      <w:r w:rsidR="0030042B" w:rsidRPr="00177E93">
        <w:rPr>
          <w:szCs w:val="28"/>
        </w:rPr>
        <w:t>. Осуществление взаимодействия с органами местного самоуправления в целях обмена сведениями об органах местного самоуправления.</w:t>
      </w:r>
    </w:p>
    <w:p w14:paraId="1B7E4C88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1.19</w:t>
      </w:r>
      <w:r w:rsidR="0030042B" w:rsidRPr="00177E93">
        <w:rPr>
          <w:szCs w:val="28"/>
        </w:rPr>
        <w:t>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в случае их назначения.</w:t>
      </w:r>
    </w:p>
    <w:p w14:paraId="574AB8AC" w14:textId="77777777"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1.20</w:t>
      </w:r>
      <w:r w:rsidR="0030042B" w:rsidRPr="00177E93">
        <w:rPr>
          <w:szCs w:val="28"/>
        </w:rPr>
        <w:t>. Обеспечение соблюдения нормативов технологического оборудования для участковых избирательных комиссий.</w:t>
      </w:r>
    </w:p>
    <w:p w14:paraId="33494CF3" w14:textId="1B7D0744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="00FF532A">
        <w:rPr>
          <w:szCs w:val="28"/>
        </w:rPr>
        <w:t>1</w:t>
      </w:r>
      <w:r w:rsidR="0030042B" w:rsidRPr="00B974D7">
        <w:rPr>
          <w:szCs w:val="28"/>
        </w:rPr>
        <w:t>. Ведение официального сайта ТИК в информационно-теле</w:t>
      </w:r>
      <w:r w:rsidR="000B693C">
        <w:rPr>
          <w:szCs w:val="28"/>
        </w:rPr>
        <w:t>коммуникационной сети Интернет</w:t>
      </w:r>
      <w:r w:rsidR="000B693C" w:rsidRPr="000B693C">
        <w:rPr>
          <w:szCs w:val="28"/>
        </w:rPr>
        <w:t>,</w:t>
      </w:r>
      <w:r w:rsidR="0030042B" w:rsidRPr="000B693C">
        <w:rPr>
          <w:szCs w:val="28"/>
        </w:rPr>
        <w:t xml:space="preserve"> аккаунт</w:t>
      </w:r>
      <w:r w:rsidR="000B693C" w:rsidRPr="000B693C">
        <w:rPr>
          <w:szCs w:val="28"/>
        </w:rPr>
        <w:t>ов</w:t>
      </w:r>
      <w:r w:rsidR="0030042B" w:rsidRPr="00B974D7">
        <w:rPr>
          <w:szCs w:val="28"/>
        </w:rPr>
        <w:t xml:space="preserve"> ТИК в социальных сетях.</w:t>
      </w:r>
    </w:p>
    <w:p w14:paraId="1E19D51B" w14:textId="75302244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="00FF532A">
        <w:rPr>
          <w:szCs w:val="28"/>
        </w:rPr>
        <w:t>2</w:t>
      </w:r>
      <w:r w:rsidR="0030042B" w:rsidRPr="00B974D7">
        <w:rPr>
          <w:szCs w:val="28"/>
        </w:rPr>
        <w:t>. Планирование, организация и проведение закупок товаров, работ, услуг для обеспечения подготовки и проведения выборов и референдумов, а также для нужд</w:t>
      </w:r>
      <w:r w:rsidR="0030042B" w:rsidRPr="00B974D7">
        <w:t xml:space="preserve"> </w:t>
      </w:r>
      <w:r w:rsidR="0030042B" w:rsidRPr="00B974D7">
        <w:rPr>
          <w:szCs w:val="28"/>
        </w:rPr>
        <w:t>ТИК.</w:t>
      </w:r>
    </w:p>
    <w:p w14:paraId="60112394" w14:textId="4E1692A6"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="00FF532A">
        <w:rPr>
          <w:szCs w:val="28"/>
        </w:rPr>
        <w:t>3</w:t>
      </w:r>
      <w:r w:rsidR="0030042B" w:rsidRPr="00B974D7">
        <w:rPr>
          <w:szCs w:val="28"/>
        </w:rPr>
        <w:t>. Оформление документов постоянного и временного срока хранения.</w:t>
      </w:r>
    </w:p>
    <w:p w14:paraId="048D5C2F" w14:textId="77777777" w:rsidR="0013510F" w:rsidRDefault="0013510F" w:rsidP="0030042B">
      <w:pPr>
        <w:keepNext/>
        <w:spacing w:line="312" w:lineRule="auto"/>
        <w:rPr>
          <w:b/>
          <w:bCs/>
          <w:szCs w:val="28"/>
        </w:rPr>
      </w:pPr>
    </w:p>
    <w:p w14:paraId="12BF5106" w14:textId="77777777" w:rsidR="0013510F" w:rsidRDefault="0013510F" w:rsidP="0030042B">
      <w:pPr>
        <w:keepNext/>
        <w:spacing w:line="312" w:lineRule="auto"/>
        <w:rPr>
          <w:b/>
          <w:bCs/>
          <w:szCs w:val="28"/>
        </w:rPr>
      </w:pPr>
    </w:p>
    <w:p w14:paraId="3104ADF3" w14:textId="10C939E9" w:rsidR="0030042B" w:rsidRPr="00B974D7" w:rsidRDefault="0030042B" w:rsidP="0030042B">
      <w:pPr>
        <w:keepNext/>
        <w:spacing w:line="312" w:lineRule="auto"/>
        <w:rPr>
          <w:bCs/>
          <w:szCs w:val="28"/>
        </w:rPr>
      </w:pPr>
      <w:r w:rsidRPr="00B974D7">
        <w:rPr>
          <w:b/>
          <w:bCs/>
          <w:szCs w:val="28"/>
        </w:rPr>
        <w:t xml:space="preserve">2. Вопросы для рассмотрения на заседаниях ТИК </w:t>
      </w:r>
    </w:p>
    <w:p w14:paraId="1B920D89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4D1DF478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2.1. О реализации полномочий ТИК при формировании составов (резерва составов)</w:t>
      </w:r>
      <w:r>
        <w:rPr>
          <w:szCs w:val="28"/>
        </w:rPr>
        <w:t xml:space="preserve"> </w:t>
      </w:r>
      <w:r w:rsidRPr="00B974D7">
        <w:rPr>
          <w:szCs w:val="28"/>
        </w:rPr>
        <w:t>участковых избирательных комиссий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1C7A200D" w14:textId="77777777" w:rsidTr="007C4BE2">
        <w:trPr>
          <w:trHeight w:val="1101"/>
        </w:trPr>
        <w:tc>
          <w:tcPr>
            <w:tcW w:w="4077" w:type="dxa"/>
          </w:tcPr>
          <w:p w14:paraId="1138862C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lastRenderedPageBreak/>
              <w:t xml:space="preserve">весь период </w:t>
            </w:r>
          </w:p>
        </w:tc>
        <w:tc>
          <w:tcPr>
            <w:tcW w:w="5702" w:type="dxa"/>
            <w:vAlign w:val="bottom"/>
          </w:tcPr>
          <w:p w14:paraId="40801303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ТИК,</w:t>
            </w:r>
          </w:p>
          <w:p w14:paraId="0C66297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4650953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142C52DD" w14:textId="2765849C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2.2. О согласовании образования избирательных участков </w:t>
      </w:r>
      <w:r w:rsidRPr="00B974D7">
        <w:rPr>
          <w:szCs w:val="28"/>
        </w:rPr>
        <w:br/>
        <w:t xml:space="preserve">на территории </w:t>
      </w:r>
      <w:r w:rsidR="00FF532A">
        <w:rPr>
          <w:szCs w:val="28"/>
        </w:rPr>
        <w:t>Выборгского</w:t>
      </w:r>
      <w:r w:rsidRPr="00B974D7">
        <w:rPr>
          <w:szCs w:val="28"/>
        </w:rPr>
        <w:t xml:space="preserve"> района Санкт-Петербурга и изменения границ избирательных участков (в случае необходимости)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7A612D67" w14:textId="77777777" w:rsidTr="007C4BE2">
        <w:trPr>
          <w:trHeight w:val="300"/>
        </w:trPr>
        <w:tc>
          <w:tcPr>
            <w:tcW w:w="4077" w:type="dxa"/>
          </w:tcPr>
          <w:p w14:paraId="0373AE5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14:paraId="07F4397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F4C64DD" w14:textId="77777777" w:rsidR="0030042B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70C650B1" w14:textId="77777777" w:rsidR="00DC4B35" w:rsidRPr="00B974D7" w:rsidRDefault="00DC4B35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</w:p>
          <w:p w14:paraId="0312916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7D17B477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Январь</w:t>
      </w:r>
    </w:p>
    <w:p w14:paraId="1173274E" w14:textId="77777777" w:rsidR="0030042B" w:rsidRPr="00B974D7" w:rsidRDefault="0030042B" w:rsidP="0030042B">
      <w:pPr>
        <w:keepNext/>
        <w:spacing w:line="312" w:lineRule="auto"/>
        <w:ind w:firstLine="708"/>
        <w:jc w:val="both"/>
        <w:outlineLvl w:val="0"/>
      </w:pPr>
      <w:r w:rsidRPr="00B974D7">
        <w:t>2.</w:t>
      </w:r>
      <w:r w:rsidR="005A73D0">
        <w:t>3</w:t>
      </w:r>
      <w:r w:rsidRPr="00B974D7">
        <w:t xml:space="preserve">. О плане работы </w:t>
      </w:r>
      <w:r w:rsidR="007F77E1">
        <w:t>ТИК</w:t>
      </w:r>
      <w:r>
        <w:rPr>
          <w:szCs w:val="28"/>
        </w:rPr>
        <w:t xml:space="preserve"> </w:t>
      </w:r>
      <w:r w:rsidRPr="00B974D7">
        <w:t xml:space="preserve">на </w:t>
      </w:r>
      <w:r>
        <w:t>202</w:t>
      </w:r>
      <w:r w:rsidR="00D247F5">
        <w:t>6</w:t>
      </w:r>
      <w:r w:rsidRPr="00B974D7">
        <w:t xml:space="preserve"> год</w:t>
      </w:r>
    </w:p>
    <w:p w14:paraId="09B7885F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60F75E5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0CEBAB98" w14:textId="77777777" w:rsidR="0030042B" w:rsidRPr="00B974D7" w:rsidRDefault="0030042B" w:rsidP="0030042B">
      <w:pPr>
        <w:spacing w:line="312" w:lineRule="auto"/>
        <w:ind w:firstLine="709"/>
        <w:jc w:val="both"/>
        <w:rPr>
          <w:kern w:val="18"/>
          <w:szCs w:val="28"/>
        </w:rPr>
      </w:pPr>
    </w:p>
    <w:p w14:paraId="48229439" w14:textId="77777777" w:rsidR="00C50807" w:rsidRDefault="0030042B" w:rsidP="00C50807">
      <w:pPr>
        <w:spacing w:line="312" w:lineRule="auto"/>
        <w:ind w:firstLine="709"/>
        <w:jc w:val="both"/>
        <w:rPr>
          <w:kern w:val="18"/>
          <w:szCs w:val="28"/>
        </w:rPr>
      </w:pPr>
      <w:bookmarkStart w:id="0" w:name="_Hlk156313566"/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4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="00C50807">
        <w:rPr>
          <w:kern w:val="18"/>
          <w:szCs w:val="28"/>
        </w:rPr>
        <w:t>Плане</w:t>
      </w:r>
      <w:r w:rsidRPr="007848A6">
        <w:rPr>
          <w:kern w:val="18"/>
          <w:szCs w:val="28"/>
        </w:rPr>
        <w:t xml:space="preserve"> </w:t>
      </w:r>
      <w:r w:rsidR="00C50807">
        <w:rPr>
          <w:kern w:val="18"/>
          <w:szCs w:val="28"/>
        </w:rPr>
        <w:t xml:space="preserve">мероприятий </w:t>
      </w:r>
      <w:r w:rsidR="007F77E1">
        <w:rPr>
          <w:kern w:val="18"/>
          <w:szCs w:val="28"/>
        </w:rPr>
        <w:t>ТИК</w:t>
      </w:r>
      <w:r w:rsidRPr="007848A6">
        <w:rPr>
          <w:kern w:val="18"/>
          <w:szCs w:val="28"/>
        </w:rPr>
        <w:t xml:space="preserve"> </w:t>
      </w:r>
      <w:r w:rsidR="00C50807" w:rsidRPr="00C50807">
        <w:rPr>
          <w:kern w:val="18"/>
          <w:szCs w:val="28"/>
        </w:rPr>
        <w:t xml:space="preserve">по обучению кадров избирательных комиссий и иных участников избирательного процесса </w:t>
      </w:r>
      <w:r w:rsidR="00C50807">
        <w:rPr>
          <w:kern w:val="18"/>
          <w:szCs w:val="28"/>
        </w:rPr>
        <w:br/>
      </w:r>
      <w:r w:rsidR="00C50807" w:rsidRPr="00C50807">
        <w:rPr>
          <w:kern w:val="18"/>
          <w:szCs w:val="28"/>
        </w:rPr>
        <w:t>на 202</w:t>
      </w:r>
      <w:r w:rsidR="00D247F5">
        <w:rPr>
          <w:kern w:val="18"/>
          <w:szCs w:val="28"/>
        </w:rPr>
        <w:t>6</w:t>
      </w:r>
      <w:r w:rsidR="00C50807" w:rsidRPr="00C50807">
        <w:rPr>
          <w:kern w:val="18"/>
          <w:szCs w:val="28"/>
        </w:rPr>
        <w:t xml:space="preserve"> год</w:t>
      </w:r>
    </w:p>
    <w:bookmarkEnd w:id="0"/>
    <w:p w14:paraId="719D3CC6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3831719D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5BE06D46" w14:textId="77777777" w:rsidR="0030042B" w:rsidRDefault="0030042B" w:rsidP="0030042B">
      <w:pPr>
        <w:widowControl w:val="0"/>
        <w:spacing w:line="312" w:lineRule="auto"/>
        <w:jc w:val="both"/>
        <w:rPr>
          <w:kern w:val="18"/>
          <w:szCs w:val="28"/>
        </w:rPr>
      </w:pPr>
    </w:p>
    <w:p w14:paraId="4BCCFD15" w14:textId="77777777" w:rsidR="00C50807" w:rsidRPr="00B974D7" w:rsidRDefault="00C50807" w:rsidP="00C50807">
      <w:pPr>
        <w:spacing w:line="312" w:lineRule="auto"/>
        <w:ind w:firstLine="709"/>
        <w:jc w:val="both"/>
        <w:rPr>
          <w:szCs w:val="28"/>
        </w:rPr>
      </w:pPr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5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Pr="00C50807">
        <w:rPr>
          <w:kern w:val="18"/>
          <w:szCs w:val="28"/>
        </w:rPr>
        <w:t xml:space="preserve">Плане мероприятий </w:t>
      </w:r>
      <w:r w:rsidR="007F77E1">
        <w:rPr>
          <w:kern w:val="18"/>
          <w:szCs w:val="28"/>
        </w:rPr>
        <w:t>ТИК</w:t>
      </w:r>
      <w:r w:rsidRPr="00C50807">
        <w:rPr>
          <w:kern w:val="18"/>
          <w:szCs w:val="28"/>
        </w:rPr>
        <w:t xml:space="preserve"> </w:t>
      </w:r>
      <w:r w:rsidRPr="007848A6">
        <w:rPr>
          <w:kern w:val="18"/>
          <w:szCs w:val="28"/>
        </w:rPr>
        <w:t>по повышению правовой культуры избирателей на 202</w:t>
      </w:r>
      <w:r w:rsidR="00D247F5">
        <w:rPr>
          <w:kern w:val="18"/>
          <w:szCs w:val="28"/>
        </w:rPr>
        <w:t>6</w:t>
      </w:r>
      <w:r w:rsidRPr="007848A6">
        <w:rPr>
          <w:kern w:val="18"/>
          <w:szCs w:val="28"/>
        </w:rPr>
        <w:t xml:space="preserve"> год</w:t>
      </w:r>
    </w:p>
    <w:p w14:paraId="1215E2A0" w14:textId="77777777" w:rsidR="007F77E1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 xml:space="preserve">, </w:t>
      </w:r>
    </w:p>
    <w:p w14:paraId="6CA3DF5A" w14:textId="77777777" w:rsidR="00C50807" w:rsidRDefault="00C50807" w:rsidP="00C50807">
      <w:pPr>
        <w:spacing w:line="276" w:lineRule="auto"/>
        <w:ind w:left="5387"/>
        <w:rPr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65BC679E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</w:p>
    <w:p w14:paraId="07E01635" w14:textId="77777777" w:rsidR="0030042B" w:rsidRPr="00B974D7" w:rsidRDefault="0030042B" w:rsidP="0030042B">
      <w:pPr>
        <w:widowControl w:val="0"/>
        <w:spacing w:line="312" w:lineRule="auto"/>
        <w:ind w:firstLine="709"/>
        <w:jc w:val="both"/>
        <w:rPr>
          <w:kern w:val="18"/>
          <w:szCs w:val="28"/>
        </w:rPr>
      </w:pPr>
      <w:r w:rsidRPr="00B974D7">
        <w:rPr>
          <w:kern w:val="18"/>
          <w:szCs w:val="28"/>
        </w:rPr>
        <w:t>2.</w:t>
      </w:r>
      <w:r w:rsidR="009D56C7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. О плане мероприятий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kern w:val="18"/>
          <w:szCs w:val="28"/>
        </w:rPr>
        <w:t xml:space="preserve">по обеспечению избирательных прав граждан Российской Федерации, являющихся инвалидами, на </w:t>
      </w:r>
      <w:r>
        <w:rPr>
          <w:kern w:val="18"/>
          <w:szCs w:val="28"/>
        </w:rPr>
        <w:t>202</w:t>
      </w:r>
      <w:r w:rsidR="00D247F5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 год</w:t>
      </w:r>
    </w:p>
    <w:p w14:paraId="3AC0A1C2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0B0A534A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262A001F" w14:textId="77777777" w:rsidR="0030042B" w:rsidRDefault="0030042B" w:rsidP="0030042B">
      <w:pPr>
        <w:tabs>
          <w:tab w:val="left" w:pos="317"/>
          <w:tab w:val="left" w:pos="389"/>
        </w:tabs>
        <w:spacing w:line="312" w:lineRule="auto"/>
        <w:ind w:left="4820"/>
        <w:rPr>
          <w:kern w:val="18"/>
          <w:szCs w:val="28"/>
        </w:rPr>
      </w:pPr>
    </w:p>
    <w:p w14:paraId="34536E9E" w14:textId="77777777" w:rsidR="005A73D0" w:rsidRPr="00B974D7" w:rsidRDefault="005A73D0" w:rsidP="0030042B">
      <w:pPr>
        <w:tabs>
          <w:tab w:val="left" w:pos="317"/>
          <w:tab w:val="left" w:pos="389"/>
        </w:tabs>
        <w:spacing w:line="312" w:lineRule="auto"/>
        <w:ind w:left="4820"/>
        <w:rPr>
          <w:kern w:val="18"/>
          <w:szCs w:val="28"/>
        </w:rPr>
      </w:pPr>
    </w:p>
    <w:p w14:paraId="7FC77691" w14:textId="77777777" w:rsidR="00D247F5" w:rsidRPr="004A7892" w:rsidRDefault="00D247F5" w:rsidP="00D247F5">
      <w:pPr>
        <w:keepNext/>
        <w:spacing w:line="360" w:lineRule="auto"/>
        <w:outlineLvl w:val="0"/>
        <w:rPr>
          <w:b/>
          <w:bCs/>
          <w:i/>
          <w:szCs w:val="28"/>
        </w:rPr>
      </w:pPr>
      <w:r w:rsidRPr="004A7892">
        <w:rPr>
          <w:b/>
          <w:bCs/>
          <w:i/>
          <w:szCs w:val="28"/>
        </w:rPr>
        <w:t>Март-Апрель</w:t>
      </w:r>
    </w:p>
    <w:p w14:paraId="221C8A58" w14:textId="5094218E" w:rsidR="00D247F5" w:rsidRPr="0013510F" w:rsidRDefault="00D247F5" w:rsidP="00D247F5">
      <w:pPr>
        <w:spacing w:line="360" w:lineRule="auto"/>
        <w:ind w:firstLine="708"/>
        <w:jc w:val="both"/>
        <w:rPr>
          <w:iCs/>
          <w:szCs w:val="28"/>
        </w:rPr>
      </w:pPr>
      <w:r w:rsidRPr="0013510F">
        <w:rPr>
          <w:iCs/>
          <w:szCs w:val="28"/>
        </w:rPr>
        <w:t>2.7. Об утверждении информационного сообщения в средствах массовой информации о дополнительном зачислении в резерв.</w:t>
      </w:r>
      <w:r w:rsidR="004A7892" w:rsidRPr="0013510F">
        <w:rPr>
          <w:b/>
          <w:iCs/>
          <w:color w:val="FF0000"/>
          <w:szCs w:val="28"/>
        </w:rPr>
        <w:t xml:space="preserve"> </w:t>
      </w:r>
    </w:p>
    <w:p w14:paraId="3BF41A93" w14:textId="2C7A8A88" w:rsidR="00D247F5" w:rsidRPr="0013510F" w:rsidRDefault="00D247F5" w:rsidP="00D247F5">
      <w:pPr>
        <w:spacing w:line="360" w:lineRule="auto"/>
        <w:ind w:firstLine="708"/>
        <w:jc w:val="both"/>
        <w:rPr>
          <w:iCs/>
          <w:szCs w:val="28"/>
        </w:rPr>
      </w:pPr>
      <w:r w:rsidRPr="0013510F">
        <w:rPr>
          <w:iCs/>
          <w:szCs w:val="28"/>
        </w:rPr>
        <w:lastRenderedPageBreak/>
        <w:t>2.8. О дополнительном зачислении в резерв составов участковых избирательных комиссий</w:t>
      </w:r>
      <w:r w:rsidR="004A7892" w:rsidRPr="0013510F">
        <w:rPr>
          <w:iCs/>
          <w:szCs w:val="28"/>
        </w:rPr>
        <w:t xml:space="preserve"> </w:t>
      </w:r>
    </w:p>
    <w:p w14:paraId="1EAC539E" w14:textId="77777777" w:rsidR="00D247F5" w:rsidRPr="006C0362" w:rsidRDefault="00D247F5" w:rsidP="00D247F5">
      <w:pPr>
        <w:spacing w:line="360" w:lineRule="auto"/>
        <w:rPr>
          <w:b/>
          <w:szCs w:val="28"/>
          <w:highlight w:val="magenta"/>
        </w:rPr>
      </w:pPr>
    </w:p>
    <w:p w14:paraId="5410A28C" w14:textId="77777777" w:rsidR="00D247F5" w:rsidRPr="006C0362" w:rsidRDefault="000B693C" w:rsidP="00D247F5">
      <w:pPr>
        <w:spacing w:line="360" w:lineRule="auto"/>
        <w:rPr>
          <w:b/>
          <w:szCs w:val="28"/>
        </w:rPr>
      </w:pPr>
      <w:r w:rsidRPr="006C0362">
        <w:rPr>
          <w:b/>
          <w:szCs w:val="28"/>
        </w:rPr>
        <w:t>Июнь</w:t>
      </w:r>
      <w:r w:rsidR="00D247F5" w:rsidRPr="006C0362">
        <w:rPr>
          <w:b/>
          <w:szCs w:val="28"/>
        </w:rPr>
        <w:t xml:space="preserve"> - Сентябрь</w:t>
      </w:r>
    </w:p>
    <w:p w14:paraId="1D38C002" w14:textId="77777777" w:rsidR="00D247F5" w:rsidRPr="00350E17" w:rsidRDefault="00D247F5" w:rsidP="00D247F5">
      <w:pPr>
        <w:keepNext/>
        <w:spacing w:line="360" w:lineRule="auto"/>
        <w:ind w:firstLine="709"/>
        <w:jc w:val="both"/>
        <w:rPr>
          <w:szCs w:val="28"/>
        </w:rPr>
      </w:pPr>
      <w:r w:rsidRPr="006C0362">
        <w:rPr>
          <w:szCs w:val="28"/>
        </w:rPr>
        <w:t xml:space="preserve">2.9. Принятие правовых актов по вопросам подготовки и проведения выборов </w:t>
      </w:r>
      <w:r w:rsidRPr="006C0362">
        <w:rPr>
          <w:rFonts w:ascii="TimesNewRomanPSMT" w:hAnsi="TimesNewRomanPSMT"/>
          <w:szCs w:val="28"/>
        </w:rPr>
        <w:t>в единый день голосования 20 сентября 2026 года.</w:t>
      </w:r>
    </w:p>
    <w:p w14:paraId="252ADCD4" w14:textId="77777777" w:rsidR="00D247F5" w:rsidRDefault="00D247F5" w:rsidP="0030042B">
      <w:pPr>
        <w:spacing w:line="312" w:lineRule="auto"/>
        <w:rPr>
          <w:b/>
          <w:szCs w:val="28"/>
        </w:rPr>
      </w:pPr>
    </w:p>
    <w:p w14:paraId="78666B28" w14:textId="77777777" w:rsidR="0030042B" w:rsidRPr="00B974D7" w:rsidRDefault="0030042B" w:rsidP="0030042B">
      <w:pPr>
        <w:spacing w:line="312" w:lineRule="auto"/>
        <w:rPr>
          <w:b/>
          <w:szCs w:val="28"/>
        </w:rPr>
      </w:pPr>
      <w:r w:rsidRPr="00B974D7">
        <w:rPr>
          <w:b/>
          <w:szCs w:val="28"/>
        </w:rPr>
        <w:t>Декабрь</w:t>
      </w:r>
    </w:p>
    <w:p w14:paraId="0C29DBF0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D247F5">
        <w:rPr>
          <w:szCs w:val="28"/>
        </w:rPr>
        <w:t>10</w:t>
      </w:r>
      <w:r w:rsidRPr="00B974D7">
        <w:rPr>
          <w:szCs w:val="28"/>
        </w:rPr>
        <w:t xml:space="preserve">. О структуре и штате аппарата </w:t>
      </w:r>
      <w:r w:rsidR="007F77E1">
        <w:rPr>
          <w:szCs w:val="28"/>
        </w:rPr>
        <w:t>ТИК</w:t>
      </w:r>
    </w:p>
    <w:p w14:paraId="3CE74A26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101463F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794C554B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</w:p>
    <w:p w14:paraId="00711889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D247F5">
        <w:rPr>
          <w:szCs w:val="28"/>
        </w:rPr>
        <w:t>11</w:t>
      </w:r>
      <w:r w:rsidRPr="00B974D7">
        <w:rPr>
          <w:szCs w:val="28"/>
        </w:rPr>
        <w:t xml:space="preserve">. Об итогах работы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 xml:space="preserve">с обращениями в </w:t>
      </w:r>
      <w:r w:rsidR="00AA4F47"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</w:t>
      </w:r>
    </w:p>
    <w:p w14:paraId="0DC6DDA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132AECF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  <w:r>
        <w:rPr>
          <w:kern w:val="18"/>
          <w:szCs w:val="28"/>
        </w:rPr>
        <w:t>,</w:t>
      </w:r>
    </w:p>
    <w:p w14:paraId="3068F755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аппарат </w:t>
      </w:r>
      <w:r w:rsidR="007F77E1">
        <w:rPr>
          <w:kern w:val="18"/>
          <w:szCs w:val="28"/>
        </w:rPr>
        <w:t>ТИК</w:t>
      </w:r>
    </w:p>
    <w:p w14:paraId="45E53595" w14:textId="77777777" w:rsidR="0030042B" w:rsidRPr="00B974D7" w:rsidRDefault="0030042B" w:rsidP="0030042B">
      <w:pPr>
        <w:spacing w:line="312" w:lineRule="auto"/>
        <w:ind w:left="5387"/>
        <w:rPr>
          <w:b/>
          <w:szCs w:val="28"/>
        </w:rPr>
      </w:pPr>
    </w:p>
    <w:p w14:paraId="05457215" w14:textId="77777777" w:rsidR="0030042B" w:rsidRPr="00B974D7" w:rsidRDefault="0030042B" w:rsidP="0030042B">
      <w:pPr>
        <w:spacing w:line="312" w:lineRule="auto"/>
        <w:ind w:firstLine="4962"/>
        <w:rPr>
          <w:szCs w:val="28"/>
        </w:rPr>
      </w:pPr>
    </w:p>
    <w:p w14:paraId="54363C6F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3. Подготовка </w:t>
      </w:r>
      <w:r w:rsidRPr="00B974D7">
        <w:rPr>
          <w:b/>
          <w:szCs w:val="28"/>
        </w:rPr>
        <w:t>решений</w:t>
      </w:r>
      <w:r w:rsidRPr="00B974D7">
        <w:rPr>
          <w:b/>
          <w:bCs/>
          <w:szCs w:val="28"/>
        </w:rPr>
        <w:t xml:space="preserve"> и иных актов (документов) </w:t>
      </w:r>
      <w:r w:rsidR="007F77E1">
        <w:rPr>
          <w:b/>
          <w:bCs/>
          <w:szCs w:val="28"/>
        </w:rPr>
        <w:t>ТИК</w:t>
      </w:r>
    </w:p>
    <w:p w14:paraId="3FB95FFE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45A45BCE" w14:textId="77777777" w:rsidR="0030042B" w:rsidRPr="00B974D7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3.1. Подготовка правовых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</w:t>
      </w:r>
    </w:p>
    <w:tbl>
      <w:tblPr>
        <w:tblW w:w="9040" w:type="dxa"/>
        <w:tblLayout w:type="fixed"/>
        <w:tblLook w:val="0000" w:firstRow="0" w:lastRow="0" w:firstColumn="0" w:lastColumn="0" w:noHBand="0" w:noVBand="0"/>
      </w:tblPr>
      <w:tblGrid>
        <w:gridCol w:w="4077"/>
        <w:gridCol w:w="4963"/>
      </w:tblGrid>
      <w:tr w:rsidR="0030042B" w:rsidRPr="00B974D7" w14:paraId="1275B824" w14:textId="77777777" w:rsidTr="007C4BE2">
        <w:trPr>
          <w:cantSplit/>
          <w:trHeight w:val="18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D62C115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614E6" w14:textId="77777777" w:rsidR="0030042B" w:rsidRPr="00B974D7" w:rsidRDefault="0030042B" w:rsidP="007C4BE2">
            <w:pPr>
              <w:spacing w:line="312" w:lineRule="auto"/>
              <w:ind w:firstLine="459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78ACA653" w14:textId="77777777" w:rsidR="0030042B" w:rsidRPr="00B974D7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4925E577" w14:textId="77777777" w:rsidR="0030042B" w:rsidRPr="00B974D7" w:rsidRDefault="0030042B" w:rsidP="0030042B">
      <w:pPr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3.2. Подготовка изменений в решения и иные акты (документы), </w:t>
      </w:r>
      <w:r w:rsidRPr="00B974D7">
        <w:rPr>
          <w:szCs w:val="28"/>
        </w:rPr>
        <w:br/>
        <w:t xml:space="preserve">в связи с изменением законодательства Российской Федерации </w:t>
      </w:r>
      <w:r w:rsidRPr="00B974D7">
        <w:rPr>
          <w:szCs w:val="28"/>
        </w:rPr>
        <w:br/>
        <w:t xml:space="preserve">и законодательства Санкт-Петербурга, а также по результатам анализа </w:t>
      </w:r>
      <w:r w:rsidRPr="00B974D7">
        <w:rPr>
          <w:szCs w:val="28"/>
        </w:rPr>
        <w:br/>
        <w:t>правоприменительной практики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30042B" w:rsidRPr="00177E93" w14:paraId="25894264" w14:textId="77777777" w:rsidTr="007C4BE2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DE0DC66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40A8C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6CC5805D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6FDA5203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1DC4AF33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177E93">
        <w:rPr>
          <w:b/>
          <w:bCs/>
          <w:szCs w:val="28"/>
        </w:rPr>
        <w:lastRenderedPageBreak/>
        <w:t xml:space="preserve">4. Обобщение и анализ правоприменительной деятельности </w:t>
      </w:r>
      <w:r w:rsidRPr="00177E93">
        <w:rPr>
          <w:b/>
          <w:bCs/>
          <w:szCs w:val="28"/>
        </w:rPr>
        <w:br/>
        <w:t>в области избирательного процесса</w:t>
      </w:r>
    </w:p>
    <w:p w14:paraId="1D820C33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211ABDBF" w14:textId="77777777" w:rsidR="0030042B" w:rsidRPr="00177E93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t>4.1. Подготовка обобщенных сведений о формировании участковых избирательных комиссий (резерва составов участковых избирательных комиссий) на подведомственной территории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30042B" w:rsidRPr="00177E93" w14:paraId="7CE14FD7" w14:textId="77777777" w:rsidTr="007C4BE2">
        <w:trPr>
          <w:trHeight w:val="300"/>
        </w:trPr>
        <w:tc>
          <w:tcPr>
            <w:tcW w:w="4219" w:type="dxa"/>
          </w:tcPr>
          <w:p w14:paraId="19EE0B3A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5C316472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6DE741FA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5BDB087B" w14:textId="77777777" w:rsidR="0030042B" w:rsidRPr="00177E93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6AC0E04B" w14:textId="77777777" w:rsidR="0030042B" w:rsidRPr="00177E93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t>4.2. Анализ информационного наполнения и содержания официального сайта ТИК в информационно-телекоммуникационной сети Интернет</w:t>
      </w: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4361"/>
        <w:gridCol w:w="5279"/>
      </w:tblGrid>
      <w:tr w:rsidR="0030042B" w:rsidRPr="00177E93" w14:paraId="118587F4" w14:textId="77777777" w:rsidTr="007C4BE2">
        <w:trPr>
          <w:trHeight w:val="300"/>
        </w:trPr>
        <w:tc>
          <w:tcPr>
            <w:tcW w:w="4361" w:type="dxa"/>
          </w:tcPr>
          <w:p w14:paraId="04697A63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5D88D2F9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65127E56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</w:tc>
      </w:tr>
    </w:tbl>
    <w:p w14:paraId="4ABD65E5" w14:textId="77777777" w:rsidR="0030042B" w:rsidRPr="00177E93" w:rsidRDefault="0030042B" w:rsidP="0030042B">
      <w:pPr>
        <w:spacing w:line="312" w:lineRule="auto"/>
        <w:ind w:firstLine="709"/>
        <w:rPr>
          <w:b/>
          <w:bCs/>
          <w:szCs w:val="28"/>
        </w:rPr>
      </w:pPr>
    </w:p>
    <w:p w14:paraId="5EFADC41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5. Информационное обеспечение деятельности </w:t>
      </w:r>
      <w:r w:rsidR="007F77E1">
        <w:rPr>
          <w:b/>
          <w:bCs/>
          <w:szCs w:val="28"/>
        </w:rPr>
        <w:t>ТИК</w:t>
      </w:r>
    </w:p>
    <w:p w14:paraId="58E09030" w14:textId="77777777" w:rsidR="0030042B" w:rsidRPr="00B974D7" w:rsidRDefault="0030042B" w:rsidP="0030042B">
      <w:pPr>
        <w:keepNext/>
        <w:spacing w:line="312" w:lineRule="auto"/>
        <w:ind w:firstLine="708"/>
        <w:jc w:val="both"/>
        <w:rPr>
          <w:szCs w:val="28"/>
        </w:rPr>
      </w:pPr>
    </w:p>
    <w:p w14:paraId="3A0874D4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5.1. Подготовка и размещение информационных материалов </w:t>
      </w:r>
      <w:r w:rsidRPr="00B974D7">
        <w:rPr>
          <w:szCs w:val="28"/>
        </w:rPr>
        <w:br/>
        <w:t xml:space="preserve">на официальном сайте в информационно-телекоммуникационной сети Интернет, в аккаунтах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>в социальных сетях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18296C90" w14:textId="77777777" w:rsidTr="007C4BE2">
        <w:trPr>
          <w:trHeight w:val="300"/>
        </w:trPr>
        <w:tc>
          <w:tcPr>
            <w:tcW w:w="4503" w:type="dxa"/>
          </w:tcPr>
          <w:p w14:paraId="7176B85D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728BAF5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3D25147" w14:textId="77777777" w:rsidR="0030042B" w:rsidRPr="00B974D7" w:rsidRDefault="0030042B" w:rsidP="007C4BE2">
            <w:pPr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6685054E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08368105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5.2. Взаимодействие с Санкт-Петербургской избирательной комиссией в части организационно-методического содействия по вопросам информационного наполнения официального сайта в информационно-телекоммуникационной сети Интернет, аккаунтов </w:t>
      </w:r>
      <w:r w:rsidR="007F77E1">
        <w:rPr>
          <w:szCs w:val="28"/>
        </w:rPr>
        <w:t>ТИК</w:t>
      </w:r>
      <w:r w:rsidRPr="00B974D7">
        <w:rPr>
          <w:szCs w:val="28"/>
        </w:rPr>
        <w:t xml:space="preserve"> в социальных сетях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30042B" w:rsidRPr="00B974D7" w14:paraId="1CDD0BF6" w14:textId="77777777" w:rsidTr="007C4BE2">
        <w:trPr>
          <w:trHeight w:val="709"/>
        </w:trPr>
        <w:tc>
          <w:tcPr>
            <w:tcW w:w="4577" w:type="dxa"/>
          </w:tcPr>
          <w:p w14:paraId="2E0052D7" w14:textId="77777777" w:rsidR="0030042B" w:rsidRPr="00B974D7" w:rsidRDefault="0030042B" w:rsidP="007C4BE2">
            <w:pPr>
              <w:tabs>
                <w:tab w:val="left" w:pos="4395"/>
              </w:tabs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064" w:type="dxa"/>
          </w:tcPr>
          <w:p w14:paraId="5D76DA8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3AA070B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6720A379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6A2C4141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6. Мероприятия по формированию участковых избирательных комиссий, совершенствованию организации работы </w:t>
      </w:r>
      <w:r w:rsidR="007F77E1">
        <w:rPr>
          <w:b/>
          <w:bCs/>
          <w:szCs w:val="28"/>
        </w:rPr>
        <w:t>ТИК</w:t>
      </w:r>
      <w:r w:rsidRPr="00B974D7">
        <w:rPr>
          <w:b/>
          <w:bCs/>
          <w:szCs w:val="28"/>
        </w:rPr>
        <w:t>, участковых избирательных комиссии</w:t>
      </w:r>
    </w:p>
    <w:p w14:paraId="3ED054D2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5952DFF1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6.1. Мероприятия по назначению членов участковых избирательных комиссий с правом решающего голоса на подведомственной территории </w:t>
      </w:r>
      <w:r w:rsidRPr="00B974D7">
        <w:rPr>
          <w:szCs w:val="28"/>
        </w:rPr>
        <w:br/>
      </w:r>
      <w:r w:rsidRPr="00B974D7">
        <w:rPr>
          <w:szCs w:val="28"/>
        </w:rPr>
        <w:lastRenderedPageBreak/>
        <w:t xml:space="preserve">(при формировании соответствующей комиссии, освобождении </w:t>
      </w:r>
      <w:r>
        <w:rPr>
          <w:szCs w:val="28"/>
        </w:rPr>
        <w:br/>
      </w:r>
      <w:r w:rsidRPr="00B974D7">
        <w:rPr>
          <w:szCs w:val="28"/>
        </w:rPr>
        <w:t>от обязанностей членов комиссии до истечения срока полномочий, досрочном прекращении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27EE7F98" w14:textId="77777777" w:rsidTr="007C4BE2">
        <w:trPr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B6610B8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759C397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5553CD0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20A9C0E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5C118A2B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03A1BA3F" w14:textId="77777777" w:rsidR="0030042B" w:rsidRPr="00B974D7" w:rsidRDefault="0030042B" w:rsidP="0030042B">
      <w:pPr>
        <w:keepNext/>
        <w:keepLines/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6.2. Мероприятия по назначению председателей участковых избирательных комиссий (при формировании соответствующей комиссии, либо освобождении от обязанностей председателя до истечения срока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50B0A9E2" w14:textId="77777777" w:rsidTr="007C4BE2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E72B60F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41BF5FF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5D1BD7B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A5EF259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 xml:space="preserve"> </w:t>
            </w:r>
          </w:p>
          <w:p w14:paraId="678411ED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rPr>
                <w:szCs w:val="28"/>
              </w:rPr>
            </w:pPr>
          </w:p>
        </w:tc>
      </w:tr>
    </w:tbl>
    <w:p w14:paraId="24721573" w14:textId="77777777" w:rsidR="0030042B" w:rsidRPr="00B974D7" w:rsidRDefault="0030042B" w:rsidP="0030042B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6.3. Формирование резерва составов участковых избирательных комиссий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30042B" w:rsidRPr="00B974D7" w14:paraId="73959C55" w14:textId="77777777" w:rsidTr="007C4BE2">
        <w:tc>
          <w:tcPr>
            <w:tcW w:w="4672" w:type="dxa"/>
          </w:tcPr>
          <w:p w14:paraId="47ADA828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673" w:type="dxa"/>
          </w:tcPr>
          <w:p w14:paraId="6C18D607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FD7C00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2EEC58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7D1D9978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4D9B5FF1" w14:textId="3F0E8B0B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6.4. Актуализация сведений, </w:t>
      </w:r>
      <w:r w:rsidRPr="00AA24C4">
        <w:rPr>
          <w:szCs w:val="28"/>
        </w:rPr>
        <w:t xml:space="preserve">содержащихся </w:t>
      </w:r>
      <w:proofErr w:type="gramStart"/>
      <w:r w:rsidRPr="00AA24C4">
        <w:rPr>
          <w:szCs w:val="28"/>
        </w:rPr>
        <w:t>в</w:t>
      </w:r>
      <w:r w:rsidR="0013510F">
        <w:rPr>
          <w:szCs w:val="28"/>
        </w:rPr>
        <w:t xml:space="preserve"> </w:t>
      </w:r>
      <w:r w:rsidRPr="00AA24C4">
        <w:rPr>
          <w:szCs w:val="28"/>
        </w:rPr>
        <w:t>системе</w:t>
      </w:r>
      <w:proofErr w:type="gramEnd"/>
      <w:r w:rsidRPr="00AA24C4">
        <w:rPr>
          <w:szCs w:val="28"/>
        </w:rPr>
        <w:t xml:space="preserve"> ГАС «Выборы»,</w:t>
      </w:r>
      <w:r w:rsidRPr="00B974D7">
        <w:rPr>
          <w:szCs w:val="28"/>
        </w:rPr>
        <w:t xml:space="preserve"> о персональных составах участковых избирательных комиссий, резервах составов участковых избирательных комиссий, в границах территории, на которую распространяются полномочия </w:t>
      </w:r>
      <w:r w:rsidR="007F77E1">
        <w:rPr>
          <w:szCs w:val="28"/>
        </w:rPr>
        <w:t>ТИК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1E929E3B" w14:textId="77777777" w:rsidTr="007C4BE2">
        <w:trPr>
          <w:trHeight w:val="300"/>
        </w:trPr>
        <w:tc>
          <w:tcPr>
            <w:tcW w:w="4503" w:type="dxa"/>
          </w:tcPr>
          <w:p w14:paraId="5CBC6C2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438DF892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885E22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03423908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79CD0B5C" w14:textId="77777777" w:rsidR="0030042B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</w:p>
    <w:p w14:paraId="4A39B5AB" w14:textId="77777777" w:rsidR="00336131" w:rsidRPr="00B974D7" w:rsidRDefault="00336131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</w:p>
    <w:p w14:paraId="22FB34AB" w14:textId="77777777" w:rsidR="0030042B" w:rsidRPr="00B974D7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  <w:r w:rsidRPr="00B974D7">
        <w:rPr>
          <w:b/>
          <w:szCs w:val="28"/>
        </w:rPr>
        <w:t xml:space="preserve">7. Мероприятия по обучению членов избирательных комиссий, работников аппарата </w:t>
      </w:r>
      <w:r w:rsidR="007F77E1">
        <w:rPr>
          <w:b/>
          <w:szCs w:val="28"/>
        </w:rPr>
        <w:t>ТИК</w:t>
      </w:r>
      <w:r w:rsidRPr="00B974D7">
        <w:rPr>
          <w:b/>
          <w:szCs w:val="28"/>
        </w:rPr>
        <w:t>, иных участников избирательного процесса, повышению правовой культуры избирателей</w:t>
      </w:r>
    </w:p>
    <w:p w14:paraId="1A204BE8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</w:p>
    <w:p w14:paraId="640CB734" w14:textId="77777777" w:rsidR="0030042B" w:rsidRPr="00B974D7" w:rsidRDefault="0030042B" w:rsidP="0030042B">
      <w:pPr>
        <w:widowControl w:val="0"/>
        <w:spacing w:line="312" w:lineRule="auto"/>
        <w:jc w:val="both"/>
        <w:rPr>
          <w:szCs w:val="28"/>
        </w:rPr>
      </w:pPr>
      <w:r w:rsidRPr="00B974D7">
        <w:rPr>
          <w:szCs w:val="28"/>
        </w:rPr>
        <w:tab/>
        <w:t xml:space="preserve">7.1. Проведение обучения в соответствии с </w:t>
      </w:r>
      <w:r w:rsidRPr="00B974D7">
        <w:rPr>
          <w:snapToGrid w:val="0"/>
          <w:szCs w:val="28"/>
        </w:rPr>
        <w:t xml:space="preserve">Планом мероприятий </w:t>
      </w:r>
      <w:r>
        <w:rPr>
          <w:snapToGrid w:val="0"/>
          <w:szCs w:val="28"/>
        </w:rPr>
        <w:br/>
      </w:r>
      <w:r w:rsidRPr="00B974D7">
        <w:rPr>
          <w:snapToGrid w:val="0"/>
          <w:szCs w:val="28"/>
        </w:rPr>
        <w:lastRenderedPageBreak/>
        <w:t>Санкт-Петербургской избирательной комиссии по обучению кадров избирательных комиссий и других участников избирательного (</w:t>
      </w:r>
      <w:proofErr w:type="spellStart"/>
      <w:r w:rsidRPr="00B974D7">
        <w:rPr>
          <w:snapToGrid w:val="0"/>
          <w:szCs w:val="28"/>
        </w:rPr>
        <w:t>референдумного</w:t>
      </w:r>
      <w:proofErr w:type="spellEnd"/>
      <w:r w:rsidRPr="00B974D7">
        <w:rPr>
          <w:snapToGrid w:val="0"/>
          <w:szCs w:val="28"/>
        </w:rPr>
        <w:t xml:space="preserve">) процесса в Санкт-Петербурге на </w:t>
      </w:r>
      <w:r>
        <w:rPr>
          <w:snapToGrid w:val="0"/>
          <w:szCs w:val="28"/>
        </w:rPr>
        <w:t>202</w:t>
      </w:r>
      <w:r w:rsidR="00641869">
        <w:rPr>
          <w:snapToGrid w:val="0"/>
          <w:szCs w:val="28"/>
        </w:rPr>
        <w:t>6</w:t>
      </w:r>
      <w:r w:rsidRPr="00B974D7">
        <w:rPr>
          <w:snapToGrid w:val="0"/>
          <w:szCs w:val="28"/>
        </w:rPr>
        <w:t xml:space="preserve"> год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30042B" w:rsidRPr="00B974D7" w14:paraId="348E3E4E" w14:textId="77777777" w:rsidTr="007C4BE2">
        <w:trPr>
          <w:trHeight w:val="300"/>
        </w:trPr>
        <w:tc>
          <w:tcPr>
            <w:tcW w:w="4786" w:type="dxa"/>
          </w:tcPr>
          <w:p w14:paraId="56DD415F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  <w:p w14:paraId="0121C08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  <w:tc>
          <w:tcPr>
            <w:tcW w:w="4712" w:type="dxa"/>
          </w:tcPr>
          <w:p w14:paraId="06E43E9C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D429D4B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7F993B8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4FF90516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7.2. Подготовка </w:t>
      </w:r>
      <w:r>
        <w:rPr>
          <w:szCs w:val="28"/>
        </w:rPr>
        <w:t xml:space="preserve">(адаптация) </w:t>
      </w:r>
      <w:r w:rsidRPr="00B974D7">
        <w:rPr>
          <w:szCs w:val="28"/>
        </w:rPr>
        <w:t>учебно-методических материалов для обучения кадров избирательных комиссий, других участников избирательного процесса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30042B" w:rsidRPr="00B974D7" w14:paraId="5F484C83" w14:textId="77777777" w:rsidTr="007C4BE2">
        <w:trPr>
          <w:trHeight w:val="300"/>
        </w:trPr>
        <w:tc>
          <w:tcPr>
            <w:tcW w:w="4786" w:type="dxa"/>
          </w:tcPr>
          <w:p w14:paraId="1F44F32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14:paraId="33314164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3A6567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1F501BD4" w14:textId="77777777" w:rsidR="0030042B" w:rsidRPr="00B974D7" w:rsidRDefault="0030042B" w:rsidP="007C4BE2">
            <w:pPr>
              <w:spacing w:line="312" w:lineRule="auto"/>
              <w:ind w:left="34"/>
              <w:rPr>
                <w:szCs w:val="28"/>
              </w:rPr>
            </w:pPr>
          </w:p>
        </w:tc>
      </w:tr>
    </w:tbl>
    <w:p w14:paraId="73AC15C7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7.3. Участие в обучающих мероприятиях, проводимых в соответствии </w:t>
      </w:r>
      <w:r w:rsidRPr="00B974D7">
        <w:rPr>
          <w:szCs w:val="28"/>
        </w:rPr>
        <w:br/>
        <w:t>с планами мероприятий</w:t>
      </w:r>
      <w:r w:rsidRPr="00B974D7">
        <w:rPr>
          <w:bCs/>
          <w:szCs w:val="28"/>
        </w:rPr>
        <w:t xml:space="preserve"> Центральной избирательной комиссией Российской Федерации (далее – ЦИК России) и</w:t>
      </w:r>
      <w:r w:rsidRPr="00B974D7">
        <w:t xml:space="preserve"> </w:t>
      </w:r>
      <w:r w:rsidRPr="00B974D7">
        <w:rPr>
          <w:bCs/>
          <w:szCs w:val="28"/>
        </w:rPr>
        <w:t>федеральным казенным учреждением «Российский центр обучения избирательным технологиям при Центральной избирательной комиссии Российской Федерации»</w:t>
      </w:r>
      <w:r w:rsidR="009B679A">
        <w:rPr>
          <w:szCs w:val="28"/>
        </w:rPr>
        <w:t xml:space="preserve">, </w:t>
      </w:r>
      <w:r w:rsidRPr="00B974D7">
        <w:rPr>
          <w:szCs w:val="28"/>
        </w:rPr>
        <w:t xml:space="preserve">Санкт-Петербургской избирательной комиссии по обучению кадров избирательных комиссий </w:t>
      </w:r>
      <w:r w:rsidR="009B679A">
        <w:rPr>
          <w:szCs w:val="28"/>
        </w:rPr>
        <w:br/>
      </w:r>
      <w:r w:rsidRPr="00B974D7">
        <w:rPr>
          <w:szCs w:val="28"/>
        </w:rPr>
        <w:t>и других участников избирательного (</w:t>
      </w:r>
      <w:proofErr w:type="spellStart"/>
      <w:r w:rsidRPr="00B974D7">
        <w:rPr>
          <w:szCs w:val="28"/>
        </w:rPr>
        <w:t>референдумного</w:t>
      </w:r>
      <w:proofErr w:type="spellEnd"/>
      <w:r w:rsidRPr="00B974D7">
        <w:rPr>
          <w:szCs w:val="28"/>
        </w:rPr>
        <w:t xml:space="preserve">) процесса на </w:t>
      </w:r>
      <w:r>
        <w:rPr>
          <w:szCs w:val="28"/>
        </w:rPr>
        <w:t>202</w:t>
      </w:r>
      <w:r w:rsidR="00641869">
        <w:rPr>
          <w:szCs w:val="28"/>
        </w:rPr>
        <w:t>6</w:t>
      </w:r>
      <w:r w:rsidRPr="00B974D7">
        <w:rPr>
          <w:szCs w:val="28"/>
        </w:rPr>
        <w:t xml:space="preserve"> год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30042B" w:rsidRPr="00B974D7" w14:paraId="302E2F63" w14:textId="77777777" w:rsidTr="007C4BE2">
        <w:trPr>
          <w:trHeight w:val="195"/>
        </w:trPr>
        <w:tc>
          <w:tcPr>
            <w:tcW w:w="4936" w:type="dxa"/>
          </w:tcPr>
          <w:p w14:paraId="2BCC6B7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5C440EA5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 УИК</w:t>
            </w:r>
          </w:p>
          <w:p w14:paraId="39F2BC4A" w14:textId="77777777" w:rsidR="00840E7C" w:rsidRPr="00B974D7" w:rsidRDefault="0030042B" w:rsidP="00840E7C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 </w:t>
            </w:r>
          </w:p>
        </w:tc>
      </w:tr>
      <w:tr w:rsidR="00840E7C" w:rsidRPr="00B974D7" w14:paraId="0B082E98" w14:textId="77777777" w:rsidTr="00902DC1">
        <w:trPr>
          <w:trHeight w:val="195"/>
        </w:trPr>
        <w:tc>
          <w:tcPr>
            <w:tcW w:w="9479" w:type="dxa"/>
            <w:gridSpan w:val="2"/>
          </w:tcPr>
          <w:p w14:paraId="76DCADE5" w14:textId="77777777" w:rsidR="00840E7C" w:rsidRPr="006C28F5" w:rsidRDefault="00840E7C" w:rsidP="00840E7C">
            <w:pPr>
              <w:spacing w:line="312" w:lineRule="auto"/>
              <w:ind w:firstLine="709"/>
              <w:jc w:val="both"/>
              <w:rPr>
                <w:szCs w:val="28"/>
              </w:rPr>
            </w:pPr>
            <w:r w:rsidRPr="006C28F5">
              <w:rPr>
                <w:szCs w:val="28"/>
              </w:rPr>
              <w:t xml:space="preserve">7.4. Участие </w:t>
            </w:r>
            <w:r w:rsidR="00641869">
              <w:rPr>
                <w:szCs w:val="28"/>
              </w:rPr>
              <w:t xml:space="preserve">в </w:t>
            </w:r>
            <w:r w:rsidRPr="006C28F5">
              <w:rPr>
                <w:szCs w:val="28"/>
              </w:rPr>
              <w:t>обучающих мероприятиях с использованием цифрового сервиса «Обучение» на Едином портале государственных и муниципальных услуг (функций)</w:t>
            </w:r>
          </w:p>
        </w:tc>
      </w:tr>
      <w:tr w:rsidR="00840E7C" w:rsidRPr="00B974D7" w14:paraId="58A8FB05" w14:textId="77777777" w:rsidTr="007C4BE2">
        <w:trPr>
          <w:trHeight w:val="195"/>
        </w:trPr>
        <w:tc>
          <w:tcPr>
            <w:tcW w:w="4936" w:type="dxa"/>
          </w:tcPr>
          <w:p w14:paraId="53F02F32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404F70EC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 УИК</w:t>
            </w:r>
          </w:p>
          <w:p w14:paraId="42ABECD2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 </w:t>
            </w:r>
          </w:p>
        </w:tc>
      </w:tr>
    </w:tbl>
    <w:p w14:paraId="65B2DAA3" w14:textId="77777777" w:rsidR="008A5D42" w:rsidRPr="00B974D7" w:rsidRDefault="008A5D42" w:rsidP="00641869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5</w:t>
      </w:r>
      <w:r w:rsidRPr="00B974D7">
        <w:rPr>
          <w:szCs w:val="28"/>
        </w:rPr>
        <w:t xml:space="preserve">. Участие в </w:t>
      </w:r>
      <w:r>
        <w:rPr>
          <w:szCs w:val="28"/>
        </w:rPr>
        <w:t>о</w:t>
      </w:r>
      <w:r w:rsidRPr="008A5D42">
        <w:rPr>
          <w:szCs w:val="28"/>
        </w:rPr>
        <w:t>рганизаци</w:t>
      </w:r>
      <w:r>
        <w:rPr>
          <w:szCs w:val="28"/>
        </w:rPr>
        <w:t>и</w:t>
      </w:r>
      <w:r w:rsidRPr="008A5D42">
        <w:rPr>
          <w:szCs w:val="28"/>
        </w:rPr>
        <w:t xml:space="preserve"> и проведени</w:t>
      </w:r>
      <w:r>
        <w:rPr>
          <w:szCs w:val="28"/>
        </w:rPr>
        <w:t>и</w:t>
      </w:r>
      <w:r w:rsidRPr="008A5D42">
        <w:rPr>
          <w:szCs w:val="28"/>
        </w:rPr>
        <w:t xml:space="preserve"> регионального турнира </w:t>
      </w:r>
      <w:r w:rsidR="00641869">
        <w:rPr>
          <w:szCs w:val="28"/>
        </w:rPr>
        <w:br/>
      </w:r>
      <w:r w:rsidRPr="008A5D42">
        <w:rPr>
          <w:szCs w:val="28"/>
        </w:rPr>
        <w:t>по шахматам на приз Санкт-Петербургской избирательной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8A5D42" w:rsidRPr="00B974D7" w14:paraId="3949D215" w14:textId="77777777" w:rsidTr="004C3FD3">
        <w:trPr>
          <w:trHeight w:val="300"/>
        </w:trPr>
        <w:tc>
          <w:tcPr>
            <w:tcW w:w="4968" w:type="dxa"/>
          </w:tcPr>
          <w:p w14:paraId="197A87AB" w14:textId="77777777" w:rsidR="008A5D42" w:rsidRDefault="008A5D42" w:rsidP="008A5D42">
            <w:pPr>
              <w:spacing w:line="276" w:lineRule="auto"/>
              <w:rPr>
                <w:szCs w:val="28"/>
              </w:rPr>
            </w:pPr>
            <w:r>
              <w:rPr>
                <w:bCs/>
                <w:szCs w:val="28"/>
              </w:rPr>
              <w:t>март-апрель</w:t>
            </w:r>
            <w:r>
              <w:rPr>
                <w:bCs/>
                <w:szCs w:val="28"/>
              </w:rPr>
              <w:br/>
            </w: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  <w:p w14:paraId="0CB3668B" w14:textId="77777777" w:rsidR="008A5D42" w:rsidRPr="00B974D7" w:rsidRDefault="008A5D42" w:rsidP="004C3FD3">
            <w:pPr>
              <w:spacing w:line="312" w:lineRule="auto"/>
              <w:rPr>
                <w:szCs w:val="28"/>
              </w:rPr>
            </w:pPr>
          </w:p>
        </w:tc>
        <w:tc>
          <w:tcPr>
            <w:tcW w:w="4530" w:type="dxa"/>
          </w:tcPr>
          <w:p w14:paraId="5971978B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5CFA069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600D45DF" w14:textId="77777777" w:rsidR="00C53E85" w:rsidRPr="00B974D7" w:rsidRDefault="00C53E85" w:rsidP="00C53E85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6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>Организация и проведение</w:t>
      </w:r>
      <w:r w:rsidRPr="00B974D7">
        <w:t xml:space="preserve"> районного этапа, а также 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регионального этапа </w:t>
      </w:r>
      <w:r w:rsidRPr="00B974D7">
        <w:rPr>
          <w:szCs w:val="28"/>
        </w:rPr>
        <w:t xml:space="preserve">интеллектуальной викторины среди учащихся </w:t>
      </w:r>
      <w:r w:rsidRPr="00B974D7">
        <w:rPr>
          <w:szCs w:val="28"/>
        </w:rPr>
        <w:br/>
      </w:r>
      <w:r w:rsidRPr="00B974D7">
        <w:rPr>
          <w:szCs w:val="28"/>
        </w:rPr>
        <w:lastRenderedPageBreak/>
        <w:t>10-11-х классов общеобразовательных учреждений Санкт-Петербурга</w:t>
      </w:r>
      <w:r>
        <w:rPr>
          <w:szCs w:val="28"/>
        </w:rPr>
        <w:t xml:space="preserve"> </w:t>
      </w:r>
      <w:r w:rsidR="005A73D0">
        <w:rPr>
          <w:szCs w:val="28"/>
        </w:rPr>
        <w:br/>
      </w:r>
      <w:r w:rsidRPr="00596790">
        <w:rPr>
          <w:szCs w:val="28"/>
        </w:rPr>
        <w:t>(«Твой выбор»)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4E46F77B" w14:textId="77777777" w:rsidTr="00434BAB">
        <w:trPr>
          <w:trHeight w:val="300"/>
        </w:trPr>
        <w:tc>
          <w:tcPr>
            <w:tcW w:w="4361" w:type="dxa"/>
          </w:tcPr>
          <w:p w14:paraId="783E5878" w14:textId="77777777" w:rsidR="00C53E85" w:rsidRPr="00B974D7" w:rsidRDefault="00C53E85" w:rsidP="00434BAB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сентябрь-октябрь</w:t>
            </w:r>
          </w:p>
        </w:tc>
        <w:tc>
          <w:tcPr>
            <w:tcW w:w="5421" w:type="dxa"/>
            <w:vAlign w:val="bottom"/>
          </w:tcPr>
          <w:p w14:paraId="0AD4F958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276E614A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50970FD3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1390FDC2" w14:textId="77777777" w:rsidR="00C53E85" w:rsidRPr="00B974D7" w:rsidRDefault="00C53E85" w:rsidP="00C53E85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Cs/>
          <w:szCs w:val="28"/>
        </w:rPr>
      </w:pPr>
      <w:r>
        <w:rPr>
          <w:szCs w:val="28"/>
        </w:rPr>
        <w:t>7.</w:t>
      </w:r>
      <w:r w:rsidR="009D56C7">
        <w:rPr>
          <w:szCs w:val="28"/>
        </w:rPr>
        <w:t>8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</w:t>
      </w:r>
      <w:r w:rsidRPr="00596790">
        <w:rPr>
          <w:bCs/>
          <w:szCs w:val="28"/>
        </w:rPr>
        <w:t>интеллектуально-юмористической игры («Клуб внимательных и наблюдательных»)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1D848044" w14:textId="77777777" w:rsidTr="006A4F83">
        <w:trPr>
          <w:trHeight w:val="300"/>
        </w:trPr>
        <w:tc>
          <w:tcPr>
            <w:tcW w:w="4361" w:type="dxa"/>
          </w:tcPr>
          <w:p w14:paraId="3C63A74F" w14:textId="77777777" w:rsidR="00C53E85" w:rsidRPr="00B974D7" w:rsidRDefault="00C53E85" w:rsidP="006A4F83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ноябрь</w:t>
            </w:r>
          </w:p>
        </w:tc>
        <w:tc>
          <w:tcPr>
            <w:tcW w:w="5421" w:type="dxa"/>
            <w:vAlign w:val="bottom"/>
          </w:tcPr>
          <w:p w14:paraId="56166581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440DD9B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378251AF" w14:textId="77777777" w:rsidR="00C53E85" w:rsidRPr="00B974D7" w:rsidRDefault="00C53E85" w:rsidP="006A4F83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7F39746F" w14:textId="77777777" w:rsidR="0030042B" w:rsidRPr="00B974D7" w:rsidRDefault="008B6823" w:rsidP="0030042B">
      <w:pPr>
        <w:spacing w:line="312" w:lineRule="auto"/>
        <w:ind w:firstLine="708"/>
        <w:jc w:val="both"/>
        <w:rPr>
          <w:szCs w:val="28"/>
        </w:rPr>
      </w:pPr>
      <w:r>
        <w:rPr>
          <w:szCs w:val="28"/>
        </w:rPr>
        <w:t>7.</w:t>
      </w:r>
      <w:r w:rsidR="009D56C7">
        <w:rPr>
          <w:szCs w:val="28"/>
        </w:rPr>
        <w:t>9</w:t>
      </w:r>
      <w:r w:rsidR="0030042B" w:rsidRPr="00B974D7">
        <w:rPr>
          <w:szCs w:val="28"/>
        </w:rPr>
        <w:t>. Организация и проведение на подведомственной территории мероприятий, посвященных Дню молодого избирателя</w:t>
      </w: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4503"/>
        <w:gridCol w:w="5421"/>
      </w:tblGrid>
      <w:tr w:rsidR="0030042B" w:rsidRPr="00B974D7" w14:paraId="5D3F6E79" w14:textId="77777777" w:rsidTr="007C4BE2">
        <w:trPr>
          <w:trHeight w:val="300"/>
        </w:trPr>
        <w:tc>
          <w:tcPr>
            <w:tcW w:w="4503" w:type="dxa"/>
          </w:tcPr>
          <w:p w14:paraId="5A34CE51" w14:textId="77777777" w:rsidR="0030042B" w:rsidRDefault="0030042B" w:rsidP="007C4BE2">
            <w:pPr>
              <w:spacing w:line="312" w:lineRule="auto"/>
              <w:rPr>
                <w:bCs/>
                <w:szCs w:val="28"/>
              </w:rPr>
            </w:pPr>
            <w:r w:rsidRPr="00B974D7">
              <w:rPr>
                <w:bCs/>
                <w:szCs w:val="28"/>
              </w:rPr>
              <w:t>октябрь – ноябрь</w:t>
            </w:r>
          </w:p>
          <w:p w14:paraId="36DBED57" w14:textId="77777777" w:rsidR="006E3F41" w:rsidRPr="00B974D7" w:rsidRDefault="006E3F41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</w:tc>
        <w:tc>
          <w:tcPr>
            <w:tcW w:w="5421" w:type="dxa"/>
            <w:vAlign w:val="bottom"/>
          </w:tcPr>
          <w:p w14:paraId="2E2CFC5F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EDA9338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</w:p>
          <w:p w14:paraId="724E827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48F0E9A0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657DFF82" w14:textId="77777777" w:rsidR="0030042B" w:rsidRPr="006C28F5" w:rsidRDefault="0030042B" w:rsidP="0030042B">
      <w:pPr>
        <w:keepNext/>
        <w:spacing w:line="312" w:lineRule="auto"/>
        <w:ind w:firstLine="708"/>
        <w:jc w:val="both"/>
        <w:outlineLvl w:val="0"/>
        <w:rPr>
          <w:szCs w:val="28"/>
        </w:rPr>
      </w:pPr>
      <w:r w:rsidRPr="006C28F5">
        <w:rPr>
          <w:szCs w:val="28"/>
        </w:rPr>
        <w:t>7.</w:t>
      </w:r>
      <w:r w:rsidR="008B6823" w:rsidRPr="006C28F5">
        <w:rPr>
          <w:szCs w:val="28"/>
        </w:rPr>
        <w:t>1</w:t>
      </w:r>
      <w:r w:rsidR="009D56C7" w:rsidRPr="006C28F5">
        <w:rPr>
          <w:szCs w:val="28"/>
        </w:rPr>
        <w:t>0</w:t>
      </w:r>
      <w:r w:rsidRPr="006C28F5">
        <w:rPr>
          <w:szCs w:val="28"/>
        </w:rPr>
        <w:t>. </w:t>
      </w:r>
      <w:r w:rsidR="006E3F41" w:rsidRPr="006C28F5">
        <w:rPr>
          <w:bCs/>
          <w:szCs w:val="28"/>
        </w:rPr>
        <w:t>Участие в организации иных мероприятий, предусмотренных Планом мероприятий по повышению правовой культуры избирателей в Санкт-Петербурге на 202</w:t>
      </w:r>
      <w:r w:rsidR="00641869">
        <w:rPr>
          <w:bCs/>
          <w:szCs w:val="28"/>
        </w:rPr>
        <w:t>6</w:t>
      </w:r>
      <w:r w:rsidR="006E3F41" w:rsidRPr="006C28F5">
        <w:rPr>
          <w:bCs/>
          <w:szCs w:val="28"/>
        </w:rPr>
        <w:t xml:space="preserve"> год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30042B" w:rsidRPr="006C28F5" w14:paraId="364872E5" w14:textId="77777777" w:rsidTr="007C4BE2">
        <w:trPr>
          <w:trHeight w:val="300"/>
        </w:trPr>
        <w:tc>
          <w:tcPr>
            <w:tcW w:w="4361" w:type="dxa"/>
          </w:tcPr>
          <w:p w14:paraId="2DBFF91E" w14:textId="77777777" w:rsidR="0030042B" w:rsidRPr="006C28F5" w:rsidRDefault="006E3F41" w:rsidP="007C4BE2">
            <w:pPr>
              <w:spacing w:line="312" w:lineRule="auto"/>
              <w:rPr>
                <w:szCs w:val="28"/>
              </w:rPr>
            </w:pPr>
            <w:r w:rsidRPr="006C28F5">
              <w:rPr>
                <w:bCs/>
                <w:szCs w:val="28"/>
              </w:rPr>
              <w:t>весь период</w:t>
            </w:r>
          </w:p>
        </w:tc>
        <w:tc>
          <w:tcPr>
            <w:tcW w:w="5421" w:type="dxa"/>
            <w:vAlign w:val="bottom"/>
          </w:tcPr>
          <w:p w14:paraId="38C4B40A" w14:textId="77777777" w:rsidR="006E3F41" w:rsidRPr="006C28F5" w:rsidRDefault="0030042B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Председатель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</w:t>
            </w:r>
            <w:r w:rsidR="006E3F41" w:rsidRPr="006C28F5">
              <w:rPr>
                <w:szCs w:val="28"/>
              </w:rPr>
              <w:t xml:space="preserve"> </w:t>
            </w:r>
          </w:p>
          <w:p w14:paraId="6D3BA9B0" w14:textId="77777777" w:rsidR="006E3F41" w:rsidRPr="006C28F5" w:rsidRDefault="006E3F41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</w:p>
          <w:p w14:paraId="24E9BEC6" w14:textId="77777777" w:rsidR="0030042B" w:rsidRPr="006C28F5" w:rsidRDefault="0030042B" w:rsidP="005A73D0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аппарат </w:t>
            </w:r>
            <w:r w:rsidR="007F77E1" w:rsidRPr="006C28F5">
              <w:rPr>
                <w:szCs w:val="28"/>
              </w:rPr>
              <w:t>ТИК</w:t>
            </w:r>
          </w:p>
        </w:tc>
      </w:tr>
    </w:tbl>
    <w:p w14:paraId="146C812D" w14:textId="77777777" w:rsidR="002935C3" w:rsidRDefault="002935C3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21A467DA" w14:textId="2BF8EE0D" w:rsidR="002935C3" w:rsidRDefault="002935C3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07D14663" w14:textId="0285F965" w:rsidR="0013510F" w:rsidRDefault="0013510F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3B30DB21" w14:textId="77777777" w:rsidR="0030042B" w:rsidRPr="006C28F5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6C28F5">
        <w:rPr>
          <w:b/>
          <w:bCs/>
          <w:szCs w:val="28"/>
        </w:rPr>
        <w:t>8. Проведение совещаний, семинаров и иных общих мероприятий</w:t>
      </w:r>
    </w:p>
    <w:p w14:paraId="5C535F06" w14:textId="77777777" w:rsidR="0030042B" w:rsidRPr="006C28F5" w:rsidRDefault="0030042B" w:rsidP="0030042B">
      <w:pPr>
        <w:spacing w:line="312" w:lineRule="auto"/>
        <w:ind w:firstLine="709"/>
        <w:jc w:val="both"/>
        <w:rPr>
          <w:szCs w:val="2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840E7C" w:rsidRPr="00B974D7" w14:paraId="64E88B34" w14:textId="77777777" w:rsidTr="00840E7C">
        <w:trPr>
          <w:cantSplit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</w:tcBorders>
          </w:tcPr>
          <w:p w14:paraId="05714173" w14:textId="77777777" w:rsidR="00840E7C" w:rsidRPr="00B974D7" w:rsidRDefault="00840E7C" w:rsidP="002935C3">
            <w:pPr>
              <w:tabs>
                <w:tab w:val="left" w:pos="317"/>
                <w:tab w:val="left" w:pos="389"/>
              </w:tabs>
              <w:spacing w:line="312" w:lineRule="auto"/>
              <w:ind w:left="34" w:firstLine="675"/>
              <w:jc w:val="both"/>
              <w:rPr>
                <w:szCs w:val="28"/>
              </w:rPr>
            </w:pPr>
            <w:r>
              <w:rPr>
                <w:szCs w:val="28"/>
              </w:rPr>
              <w:t>8.</w:t>
            </w:r>
            <w:r w:rsidR="002935C3">
              <w:rPr>
                <w:szCs w:val="28"/>
              </w:rPr>
              <w:t>1</w:t>
            </w:r>
            <w:r w:rsidRPr="009F6254">
              <w:rPr>
                <w:szCs w:val="28"/>
              </w:rPr>
              <w:t>. </w:t>
            </w:r>
            <w:r w:rsidRPr="00B974D7">
              <w:rPr>
                <w:szCs w:val="28"/>
              </w:rPr>
              <w:t xml:space="preserve">Участие в </w:t>
            </w:r>
            <w:r>
              <w:rPr>
                <w:szCs w:val="28"/>
              </w:rPr>
              <w:t xml:space="preserve">организации </w:t>
            </w:r>
            <w:r w:rsidRPr="00B974D7">
              <w:rPr>
                <w:szCs w:val="28"/>
              </w:rPr>
              <w:t>совещани</w:t>
            </w:r>
            <w:r>
              <w:rPr>
                <w:szCs w:val="28"/>
              </w:rPr>
              <w:t>й</w:t>
            </w:r>
            <w:r w:rsidRPr="00B974D7">
              <w:rPr>
                <w:szCs w:val="28"/>
              </w:rPr>
              <w:t xml:space="preserve">, проводимых </w:t>
            </w:r>
            <w:r w:rsidR="008B6823">
              <w:rPr>
                <w:szCs w:val="28"/>
              </w:rPr>
              <w:br/>
            </w:r>
            <w:r>
              <w:rPr>
                <w:szCs w:val="28"/>
              </w:rPr>
              <w:t xml:space="preserve">с </w:t>
            </w:r>
            <w:r w:rsidRPr="00B974D7">
              <w:rPr>
                <w:szCs w:val="28"/>
              </w:rPr>
              <w:t>исполнительными органами государственной власти Санкт-Петербурга</w:t>
            </w:r>
            <w:r>
              <w:rPr>
                <w:szCs w:val="28"/>
              </w:rPr>
              <w:t>, органами местного самоуправления</w:t>
            </w:r>
            <w:r w:rsidRPr="00B974D7">
              <w:rPr>
                <w:szCs w:val="28"/>
              </w:rPr>
              <w:t xml:space="preserve">, по вопросам оказания содействия избирательным комиссиям в реализации их полномочий по подготовке </w:t>
            </w:r>
            <w:r w:rsidRPr="00B974D7">
              <w:rPr>
                <w:szCs w:val="28"/>
              </w:rPr>
              <w:br/>
              <w:t>и проведению выборов, обеспечении избирательных прав отдельных категорий граждан</w:t>
            </w:r>
          </w:p>
        </w:tc>
      </w:tr>
      <w:tr w:rsidR="00840E7C" w:rsidRPr="00B974D7" w14:paraId="76712F98" w14:textId="77777777" w:rsidTr="00840E7C"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8312D18" w14:textId="77777777" w:rsidR="00840E7C" w:rsidRPr="00B974D7" w:rsidRDefault="00840E7C" w:rsidP="00D242BA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lastRenderedPageBreak/>
              <w:t>весь период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219BDE71" w14:textId="77777777" w:rsidR="00840E7C" w:rsidRPr="00B974D7" w:rsidRDefault="00840E7C" w:rsidP="00D242BA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73B15E07" w14:textId="77777777" w:rsidR="00840E7C" w:rsidRPr="00B974D7" w:rsidRDefault="00840E7C" w:rsidP="00D242BA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6F3BE090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8.</w:t>
      </w:r>
      <w:r w:rsidR="002935C3">
        <w:rPr>
          <w:szCs w:val="28"/>
        </w:rPr>
        <w:t>2</w:t>
      </w:r>
      <w:r w:rsidRPr="00B974D7">
        <w:rPr>
          <w:szCs w:val="28"/>
        </w:rPr>
        <w:t xml:space="preserve">. Проведение заседаний сформированных рабочих групп </w:t>
      </w:r>
      <w:r w:rsidR="007F77E1">
        <w:rPr>
          <w:szCs w:val="28"/>
        </w:rPr>
        <w:t>ТИК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30042B" w:rsidRPr="009F6254" w14:paraId="58BBDA19" w14:textId="77777777" w:rsidTr="007C4BE2">
        <w:tc>
          <w:tcPr>
            <w:tcW w:w="4219" w:type="dxa"/>
          </w:tcPr>
          <w:p w14:paraId="6722E860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126" w:type="dxa"/>
          </w:tcPr>
          <w:p w14:paraId="413992A7" w14:textId="77777777" w:rsidR="0030042B" w:rsidRPr="009F6254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trike/>
                <w:szCs w:val="28"/>
              </w:rPr>
            </w:pPr>
            <w:r w:rsidRPr="00B974D7">
              <w:rPr>
                <w:szCs w:val="28"/>
              </w:rPr>
              <w:t xml:space="preserve">Руководители рабочих групп </w:t>
            </w:r>
            <w:r w:rsidR="007F77E1">
              <w:rPr>
                <w:szCs w:val="28"/>
              </w:rPr>
              <w:t>ТИК</w:t>
            </w:r>
          </w:p>
        </w:tc>
      </w:tr>
    </w:tbl>
    <w:p w14:paraId="39AACB39" w14:textId="77777777" w:rsidR="0030042B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684310E3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8.</w:t>
      </w:r>
      <w:r w:rsidR="002935C3">
        <w:rPr>
          <w:szCs w:val="28"/>
        </w:rPr>
        <w:t>3</w:t>
      </w:r>
      <w:r w:rsidRPr="00B974D7">
        <w:rPr>
          <w:szCs w:val="28"/>
        </w:rPr>
        <w:t>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4219"/>
        <w:gridCol w:w="4709"/>
      </w:tblGrid>
      <w:tr w:rsidR="0030042B" w:rsidRPr="00B974D7" w14:paraId="27802D1E" w14:textId="77777777" w:rsidTr="007F77E1">
        <w:trPr>
          <w:trHeight w:val="300"/>
        </w:trPr>
        <w:tc>
          <w:tcPr>
            <w:tcW w:w="4219" w:type="dxa"/>
          </w:tcPr>
          <w:p w14:paraId="6FEBC3B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09" w:type="dxa"/>
          </w:tcPr>
          <w:p w14:paraId="42C0D305" w14:textId="77777777" w:rsidR="0030042B" w:rsidRPr="00B974D7" w:rsidRDefault="0030042B" w:rsidP="007F77E1">
            <w:pPr>
              <w:spacing w:line="312" w:lineRule="auto"/>
              <w:ind w:left="34" w:right="-64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7A6C4AD8" w14:textId="77777777" w:rsidR="0030042B" w:rsidRPr="00B974D7" w:rsidRDefault="0030042B" w:rsidP="007C4BE2">
            <w:pPr>
              <w:spacing w:line="312" w:lineRule="auto"/>
              <w:ind w:left="316"/>
              <w:rPr>
                <w:szCs w:val="28"/>
              </w:rPr>
            </w:pPr>
          </w:p>
        </w:tc>
      </w:tr>
    </w:tbl>
    <w:p w14:paraId="7B4F9A0F" w14:textId="77777777" w:rsidR="0030042B" w:rsidRPr="004A7892" w:rsidRDefault="0030042B" w:rsidP="0030042B">
      <w:pPr>
        <w:keepNext/>
        <w:spacing w:line="312" w:lineRule="auto"/>
        <w:ind w:firstLine="709"/>
        <w:jc w:val="both"/>
        <w:rPr>
          <w:i/>
          <w:szCs w:val="28"/>
        </w:rPr>
      </w:pPr>
      <w:r w:rsidRPr="004A7892">
        <w:rPr>
          <w:i/>
          <w:szCs w:val="28"/>
        </w:rPr>
        <w:t>8.</w:t>
      </w:r>
      <w:r w:rsidR="002935C3">
        <w:rPr>
          <w:i/>
          <w:szCs w:val="28"/>
        </w:rPr>
        <w:t>4</w:t>
      </w:r>
      <w:r w:rsidRPr="004A7892">
        <w:rPr>
          <w:i/>
          <w:szCs w:val="28"/>
        </w:rPr>
        <w:t>. Участие в работе КСП ТИК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4361"/>
        <w:gridCol w:w="4851"/>
      </w:tblGrid>
      <w:tr w:rsidR="0030042B" w:rsidRPr="004A7892" w14:paraId="4A311BF5" w14:textId="77777777" w:rsidTr="007F77E1">
        <w:trPr>
          <w:trHeight w:val="300"/>
        </w:trPr>
        <w:tc>
          <w:tcPr>
            <w:tcW w:w="4361" w:type="dxa"/>
          </w:tcPr>
          <w:p w14:paraId="37D61A33" w14:textId="77777777" w:rsidR="0030042B" w:rsidRPr="004A7892" w:rsidRDefault="0030042B" w:rsidP="004A7892">
            <w:pPr>
              <w:spacing w:line="276" w:lineRule="auto"/>
              <w:rPr>
                <w:i/>
                <w:szCs w:val="28"/>
              </w:rPr>
            </w:pPr>
            <w:r w:rsidRPr="004A7892">
              <w:rPr>
                <w:i/>
                <w:szCs w:val="28"/>
              </w:rPr>
              <w:t>весь период</w:t>
            </w:r>
            <w:r w:rsidR="004A7892">
              <w:rPr>
                <w:i/>
                <w:szCs w:val="28"/>
              </w:rPr>
              <w:t xml:space="preserve"> </w:t>
            </w:r>
            <w:r w:rsidRPr="004A7892">
              <w:rPr>
                <w:i/>
                <w:szCs w:val="28"/>
              </w:rPr>
              <w:br/>
              <w:t>(по отдельному плану)</w:t>
            </w:r>
          </w:p>
        </w:tc>
        <w:tc>
          <w:tcPr>
            <w:tcW w:w="4851" w:type="dxa"/>
          </w:tcPr>
          <w:p w14:paraId="2BB7EDF8" w14:textId="77777777" w:rsidR="0030042B" w:rsidRPr="004A7892" w:rsidRDefault="0030042B" w:rsidP="007F77E1">
            <w:pPr>
              <w:spacing w:line="312" w:lineRule="auto"/>
              <w:ind w:left="175"/>
              <w:rPr>
                <w:i/>
                <w:szCs w:val="28"/>
              </w:rPr>
            </w:pPr>
            <w:r w:rsidRPr="004A7892">
              <w:rPr>
                <w:i/>
                <w:szCs w:val="28"/>
              </w:rPr>
              <w:t xml:space="preserve">Председатель </w:t>
            </w:r>
            <w:r w:rsidR="007F77E1" w:rsidRPr="004A7892">
              <w:rPr>
                <w:i/>
                <w:szCs w:val="28"/>
              </w:rPr>
              <w:t>ТИК</w:t>
            </w:r>
          </w:p>
        </w:tc>
      </w:tr>
    </w:tbl>
    <w:p w14:paraId="590A702D" w14:textId="77777777" w:rsidR="0030042B" w:rsidRPr="00E93AF6" w:rsidRDefault="000E0A7C" w:rsidP="004A7892">
      <w:pPr>
        <w:spacing w:line="312" w:lineRule="auto"/>
        <w:jc w:val="left"/>
        <w:rPr>
          <w:sz w:val="4"/>
          <w:szCs w:val="28"/>
        </w:rPr>
      </w:pPr>
      <w:r>
        <w:rPr>
          <w:b/>
          <w:i/>
          <w:color w:val="FF0000"/>
          <w:szCs w:val="28"/>
        </w:rPr>
        <w:t xml:space="preserve">                   </w:t>
      </w:r>
      <w:r w:rsidR="004A7892" w:rsidRPr="004A7892">
        <w:rPr>
          <w:b/>
          <w:i/>
          <w:color w:val="FF0000"/>
          <w:szCs w:val="28"/>
        </w:rPr>
        <w:t>(членам КСП)</w:t>
      </w:r>
    </w:p>
    <w:sectPr w:rsidR="0030042B" w:rsidRPr="00E93AF6" w:rsidSect="00591DB6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9A8E" w14:textId="77777777" w:rsidR="000E2E98" w:rsidRDefault="000E2E98" w:rsidP="00BA44A7">
      <w:r>
        <w:separator/>
      </w:r>
    </w:p>
  </w:endnote>
  <w:endnote w:type="continuationSeparator" w:id="0">
    <w:p w14:paraId="1A3676D3" w14:textId="77777777" w:rsidR="000E2E98" w:rsidRDefault="000E2E98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673D" w14:textId="77777777" w:rsidR="002912DA" w:rsidRDefault="002912DA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DDB767C" w14:textId="77777777" w:rsidR="002912DA" w:rsidRDefault="002912DA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7231" w14:textId="77777777" w:rsidR="002912DA" w:rsidRDefault="002912DA" w:rsidP="00591DB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761E" w14:textId="77777777" w:rsidR="002912DA" w:rsidRDefault="002912DA" w:rsidP="008E04BA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2707" w14:textId="77777777" w:rsidR="000E2E98" w:rsidRDefault="000E2E98" w:rsidP="00BA44A7">
      <w:r>
        <w:separator/>
      </w:r>
    </w:p>
  </w:footnote>
  <w:footnote w:type="continuationSeparator" w:id="0">
    <w:p w14:paraId="0FF785BB" w14:textId="77777777" w:rsidR="000E2E98" w:rsidRDefault="000E2E98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02FA" w14:textId="77777777" w:rsidR="002912DA" w:rsidRDefault="004C2FBF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2935C3">
      <w:rPr>
        <w:noProof/>
      </w:rPr>
      <w:t>2</w:t>
    </w:r>
    <w:r>
      <w:rPr>
        <w:noProof/>
      </w:rPr>
      <w:fldChar w:fldCharType="end"/>
    </w:r>
  </w:p>
  <w:p w14:paraId="329E0FAE" w14:textId="77777777" w:rsidR="002912DA" w:rsidRDefault="002912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31A73"/>
    <w:rsid w:val="00041F70"/>
    <w:rsid w:val="000638B4"/>
    <w:rsid w:val="00074164"/>
    <w:rsid w:val="0009117E"/>
    <w:rsid w:val="000A12F4"/>
    <w:rsid w:val="000A4109"/>
    <w:rsid w:val="000B30C2"/>
    <w:rsid w:val="000B693C"/>
    <w:rsid w:val="000C2B4D"/>
    <w:rsid w:val="000C4D08"/>
    <w:rsid w:val="000D3619"/>
    <w:rsid w:val="000E0A7C"/>
    <w:rsid w:val="000E2E98"/>
    <w:rsid w:val="000E4FE7"/>
    <w:rsid w:val="000E5015"/>
    <w:rsid w:val="000F1370"/>
    <w:rsid w:val="000F330D"/>
    <w:rsid w:val="000F5EAD"/>
    <w:rsid w:val="0010652A"/>
    <w:rsid w:val="00113EF6"/>
    <w:rsid w:val="00132A2C"/>
    <w:rsid w:val="0013510F"/>
    <w:rsid w:val="00136299"/>
    <w:rsid w:val="001576DF"/>
    <w:rsid w:val="00163255"/>
    <w:rsid w:val="00170383"/>
    <w:rsid w:val="00173E8E"/>
    <w:rsid w:val="00175EC0"/>
    <w:rsid w:val="0019433B"/>
    <w:rsid w:val="001B364F"/>
    <w:rsid w:val="001C5406"/>
    <w:rsid w:val="001F4CED"/>
    <w:rsid w:val="001F7B3D"/>
    <w:rsid w:val="002030FE"/>
    <w:rsid w:val="0021023C"/>
    <w:rsid w:val="00212034"/>
    <w:rsid w:val="0021373E"/>
    <w:rsid w:val="00220679"/>
    <w:rsid w:val="002249D2"/>
    <w:rsid w:val="00232000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912DA"/>
    <w:rsid w:val="002935C3"/>
    <w:rsid w:val="002A0001"/>
    <w:rsid w:val="002A14EF"/>
    <w:rsid w:val="002B419D"/>
    <w:rsid w:val="002C2344"/>
    <w:rsid w:val="002C29DA"/>
    <w:rsid w:val="002C7DA1"/>
    <w:rsid w:val="002D116C"/>
    <w:rsid w:val="002D30C3"/>
    <w:rsid w:val="002D3E85"/>
    <w:rsid w:val="002D66F2"/>
    <w:rsid w:val="002F1C84"/>
    <w:rsid w:val="002F6E4C"/>
    <w:rsid w:val="0030042B"/>
    <w:rsid w:val="003041B1"/>
    <w:rsid w:val="00304B6D"/>
    <w:rsid w:val="003145D5"/>
    <w:rsid w:val="003200F6"/>
    <w:rsid w:val="00321F3E"/>
    <w:rsid w:val="00332FCC"/>
    <w:rsid w:val="003342B7"/>
    <w:rsid w:val="00336131"/>
    <w:rsid w:val="003417C8"/>
    <w:rsid w:val="003500A3"/>
    <w:rsid w:val="00350E17"/>
    <w:rsid w:val="00353F6A"/>
    <w:rsid w:val="003555AD"/>
    <w:rsid w:val="00355F06"/>
    <w:rsid w:val="00357E21"/>
    <w:rsid w:val="00385EF0"/>
    <w:rsid w:val="0039270E"/>
    <w:rsid w:val="00397553"/>
    <w:rsid w:val="003C2B84"/>
    <w:rsid w:val="003C6D07"/>
    <w:rsid w:val="003D3D21"/>
    <w:rsid w:val="003D5FFD"/>
    <w:rsid w:val="003D654D"/>
    <w:rsid w:val="003F4D14"/>
    <w:rsid w:val="004045DD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7442F"/>
    <w:rsid w:val="004958AE"/>
    <w:rsid w:val="004A1763"/>
    <w:rsid w:val="004A6C52"/>
    <w:rsid w:val="004A7892"/>
    <w:rsid w:val="004B0EEA"/>
    <w:rsid w:val="004B7E79"/>
    <w:rsid w:val="004C2FBF"/>
    <w:rsid w:val="004C60D7"/>
    <w:rsid w:val="004C78EA"/>
    <w:rsid w:val="004D28C2"/>
    <w:rsid w:val="004E7CCF"/>
    <w:rsid w:val="004F18EA"/>
    <w:rsid w:val="004F6DCF"/>
    <w:rsid w:val="005009CC"/>
    <w:rsid w:val="005023C9"/>
    <w:rsid w:val="005024B4"/>
    <w:rsid w:val="00511260"/>
    <w:rsid w:val="005153CE"/>
    <w:rsid w:val="00533D1E"/>
    <w:rsid w:val="00534525"/>
    <w:rsid w:val="00534A23"/>
    <w:rsid w:val="00544FBE"/>
    <w:rsid w:val="00547A46"/>
    <w:rsid w:val="005643D1"/>
    <w:rsid w:val="0056591F"/>
    <w:rsid w:val="00567CDB"/>
    <w:rsid w:val="00572CB9"/>
    <w:rsid w:val="00574F2A"/>
    <w:rsid w:val="00582B89"/>
    <w:rsid w:val="00583E2E"/>
    <w:rsid w:val="00583E81"/>
    <w:rsid w:val="00591DB6"/>
    <w:rsid w:val="00593A00"/>
    <w:rsid w:val="00596790"/>
    <w:rsid w:val="00597FC7"/>
    <w:rsid w:val="005A00FB"/>
    <w:rsid w:val="005A1755"/>
    <w:rsid w:val="005A73D0"/>
    <w:rsid w:val="005B3A20"/>
    <w:rsid w:val="005B60A7"/>
    <w:rsid w:val="005C4AE2"/>
    <w:rsid w:val="005E5C39"/>
    <w:rsid w:val="005F67A2"/>
    <w:rsid w:val="005F7E32"/>
    <w:rsid w:val="00600D0D"/>
    <w:rsid w:val="00606033"/>
    <w:rsid w:val="0061257E"/>
    <w:rsid w:val="00613059"/>
    <w:rsid w:val="00615FC1"/>
    <w:rsid w:val="00621D1C"/>
    <w:rsid w:val="006272CE"/>
    <w:rsid w:val="00627D27"/>
    <w:rsid w:val="00631CD4"/>
    <w:rsid w:val="00633873"/>
    <w:rsid w:val="00637FEB"/>
    <w:rsid w:val="00641869"/>
    <w:rsid w:val="00643EF4"/>
    <w:rsid w:val="00660764"/>
    <w:rsid w:val="00662B48"/>
    <w:rsid w:val="006641C3"/>
    <w:rsid w:val="00675FF2"/>
    <w:rsid w:val="00697F49"/>
    <w:rsid w:val="006A776B"/>
    <w:rsid w:val="006B05AC"/>
    <w:rsid w:val="006C0362"/>
    <w:rsid w:val="006C28F5"/>
    <w:rsid w:val="006D132A"/>
    <w:rsid w:val="006D1A4A"/>
    <w:rsid w:val="006D1FDD"/>
    <w:rsid w:val="006D2882"/>
    <w:rsid w:val="006E3F41"/>
    <w:rsid w:val="006F435C"/>
    <w:rsid w:val="006F6876"/>
    <w:rsid w:val="006F6C89"/>
    <w:rsid w:val="00701CB4"/>
    <w:rsid w:val="00703405"/>
    <w:rsid w:val="00703425"/>
    <w:rsid w:val="007073B2"/>
    <w:rsid w:val="00721FF3"/>
    <w:rsid w:val="00723F9E"/>
    <w:rsid w:val="00744F0E"/>
    <w:rsid w:val="00745F9A"/>
    <w:rsid w:val="00747261"/>
    <w:rsid w:val="00752B79"/>
    <w:rsid w:val="00765414"/>
    <w:rsid w:val="00765DDF"/>
    <w:rsid w:val="00777728"/>
    <w:rsid w:val="00787B95"/>
    <w:rsid w:val="007936E0"/>
    <w:rsid w:val="007A2257"/>
    <w:rsid w:val="007A7713"/>
    <w:rsid w:val="007B00E8"/>
    <w:rsid w:val="007B1607"/>
    <w:rsid w:val="007B5891"/>
    <w:rsid w:val="007B7BFA"/>
    <w:rsid w:val="007C241F"/>
    <w:rsid w:val="007D34F0"/>
    <w:rsid w:val="007F27D1"/>
    <w:rsid w:val="007F77E1"/>
    <w:rsid w:val="008170A1"/>
    <w:rsid w:val="00840E7C"/>
    <w:rsid w:val="00841413"/>
    <w:rsid w:val="0084346B"/>
    <w:rsid w:val="008544BC"/>
    <w:rsid w:val="00873831"/>
    <w:rsid w:val="0088391E"/>
    <w:rsid w:val="00891C4A"/>
    <w:rsid w:val="00892928"/>
    <w:rsid w:val="00894E5E"/>
    <w:rsid w:val="008A0C22"/>
    <w:rsid w:val="008A5D42"/>
    <w:rsid w:val="008B66B7"/>
    <w:rsid w:val="008B6823"/>
    <w:rsid w:val="008C61F0"/>
    <w:rsid w:val="008D42BB"/>
    <w:rsid w:val="008D7412"/>
    <w:rsid w:val="008D7AD6"/>
    <w:rsid w:val="008E04BA"/>
    <w:rsid w:val="008F0B01"/>
    <w:rsid w:val="008F20D5"/>
    <w:rsid w:val="008F3E2E"/>
    <w:rsid w:val="00911513"/>
    <w:rsid w:val="00916065"/>
    <w:rsid w:val="00925ECF"/>
    <w:rsid w:val="00962E1B"/>
    <w:rsid w:val="0096306C"/>
    <w:rsid w:val="0097553F"/>
    <w:rsid w:val="00976DA0"/>
    <w:rsid w:val="00980FBF"/>
    <w:rsid w:val="009947EC"/>
    <w:rsid w:val="00997E0A"/>
    <w:rsid w:val="009A23B5"/>
    <w:rsid w:val="009A5D70"/>
    <w:rsid w:val="009A624E"/>
    <w:rsid w:val="009A6647"/>
    <w:rsid w:val="009B679A"/>
    <w:rsid w:val="009B7CB4"/>
    <w:rsid w:val="009B7FFD"/>
    <w:rsid w:val="009C50E2"/>
    <w:rsid w:val="009D56C7"/>
    <w:rsid w:val="009E0796"/>
    <w:rsid w:val="009E2272"/>
    <w:rsid w:val="009E420D"/>
    <w:rsid w:val="009E70D6"/>
    <w:rsid w:val="009F085B"/>
    <w:rsid w:val="009F6254"/>
    <w:rsid w:val="009F74B7"/>
    <w:rsid w:val="00A013A7"/>
    <w:rsid w:val="00A05B9B"/>
    <w:rsid w:val="00A11440"/>
    <w:rsid w:val="00A155D5"/>
    <w:rsid w:val="00A17692"/>
    <w:rsid w:val="00A302FD"/>
    <w:rsid w:val="00A317EB"/>
    <w:rsid w:val="00A34358"/>
    <w:rsid w:val="00A34C1F"/>
    <w:rsid w:val="00A350A9"/>
    <w:rsid w:val="00A377CB"/>
    <w:rsid w:val="00A54299"/>
    <w:rsid w:val="00A65E82"/>
    <w:rsid w:val="00A66F14"/>
    <w:rsid w:val="00A7312F"/>
    <w:rsid w:val="00A7537E"/>
    <w:rsid w:val="00A7561E"/>
    <w:rsid w:val="00A75715"/>
    <w:rsid w:val="00A85437"/>
    <w:rsid w:val="00A95D05"/>
    <w:rsid w:val="00AA24C4"/>
    <w:rsid w:val="00AA4F47"/>
    <w:rsid w:val="00AB7789"/>
    <w:rsid w:val="00AE154B"/>
    <w:rsid w:val="00AE689C"/>
    <w:rsid w:val="00AF5082"/>
    <w:rsid w:val="00B12FC4"/>
    <w:rsid w:val="00B23AAE"/>
    <w:rsid w:val="00B34F4B"/>
    <w:rsid w:val="00B43672"/>
    <w:rsid w:val="00B457DF"/>
    <w:rsid w:val="00B46BBB"/>
    <w:rsid w:val="00B615F0"/>
    <w:rsid w:val="00B670FB"/>
    <w:rsid w:val="00B6713A"/>
    <w:rsid w:val="00B92C01"/>
    <w:rsid w:val="00B974D7"/>
    <w:rsid w:val="00BA44A7"/>
    <w:rsid w:val="00BA44D9"/>
    <w:rsid w:val="00BA7926"/>
    <w:rsid w:val="00BB5E5E"/>
    <w:rsid w:val="00BB7518"/>
    <w:rsid w:val="00BB7C16"/>
    <w:rsid w:val="00BB7DE7"/>
    <w:rsid w:val="00BC2FEC"/>
    <w:rsid w:val="00BD10D5"/>
    <w:rsid w:val="00BD1EDC"/>
    <w:rsid w:val="00BE5FAE"/>
    <w:rsid w:val="00BF2666"/>
    <w:rsid w:val="00BF3182"/>
    <w:rsid w:val="00C03ACA"/>
    <w:rsid w:val="00C174C9"/>
    <w:rsid w:val="00C4045E"/>
    <w:rsid w:val="00C50807"/>
    <w:rsid w:val="00C518DE"/>
    <w:rsid w:val="00C53E85"/>
    <w:rsid w:val="00C55374"/>
    <w:rsid w:val="00C73589"/>
    <w:rsid w:val="00C75267"/>
    <w:rsid w:val="00C819B6"/>
    <w:rsid w:val="00C84A60"/>
    <w:rsid w:val="00C86425"/>
    <w:rsid w:val="00C91692"/>
    <w:rsid w:val="00CA0A9E"/>
    <w:rsid w:val="00CA3E05"/>
    <w:rsid w:val="00CB660B"/>
    <w:rsid w:val="00CC1925"/>
    <w:rsid w:val="00CD2889"/>
    <w:rsid w:val="00CD4F8C"/>
    <w:rsid w:val="00CE4719"/>
    <w:rsid w:val="00CF03F5"/>
    <w:rsid w:val="00CF4D33"/>
    <w:rsid w:val="00D02FAC"/>
    <w:rsid w:val="00D148CB"/>
    <w:rsid w:val="00D216B5"/>
    <w:rsid w:val="00D247F5"/>
    <w:rsid w:val="00D321F6"/>
    <w:rsid w:val="00D32FA8"/>
    <w:rsid w:val="00D35838"/>
    <w:rsid w:val="00D403E1"/>
    <w:rsid w:val="00D620EE"/>
    <w:rsid w:val="00D659C3"/>
    <w:rsid w:val="00D72CE4"/>
    <w:rsid w:val="00D8599C"/>
    <w:rsid w:val="00D92FA5"/>
    <w:rsid w:val="00D9464E"/>
    <w:rsid w:val="00D94869"/>
    <w:rsid w:val="00D951A9"/>
    <w:rsid w:val="00D969D8"/>
    <w:rsid w:val="00D97974"/>
    <w:rsid w:val="00DA3A6B"/>
    <w:rsid w:val="00DA5E66"/>
    <w:rsid w:val="00DC4B35"/>
    <w:rsid w:val="00DC6374"/>
    <w:rsid w:val="00DC752D"/>
    <w:rsid w:val="00DD25EF"/>
    <w:rsid w:val="00DE3990"/>
    <w:rsid w:val="00DE572A"/>
    <w:rsid w:val="00E10740"/>
    <w:rsid w:val="00E1743F"/>
    <w:rsid w:val="00E1767E"/>
    <w:rsid w:val="00E236C4"/>
    <w:rsid w:val="00E25903"/>
    <w:rsid w:val="00E27145"/>
    <w:rsid w:val="00E2781B"/>
    <w:rsid w:val="00E3113F"/>
    <w:rsid w:val="00E31F18"/>
    <w:rsid w:val="00E522F2"/>
    <w:rsid w:val="00E52B8F"/>
    <w:rsid w:val="00E55D47"/>
    <w:rsid w:val="00E57CB5"/>
    <w:rsid w:val="00E64503"/>
    <w:rsid w:val="00E755AF"/>
    <w:rsid w:val="00E8036D"/>
    <w:rsid w:val="00E81DC1"/>
    <w:rsid w:val="00E93AF6"/>
    <w:rsid w:val="00E94AE7"/>
    <w:rsid w:val="00E96DCA"/>
    <w:rsid w:val="00E96EF4"/>
    <w:rsid w:val="00EA1510"/>
    <w:rsid w:val="00EA7EAD"/>
    <w:rsid w:val="00EB0BC1"/>
    <w:rsid w:val="00EB585F"/>
    <w:rsid w:val="00EC01A7"/>
    <w:rsid w:val="00EC1C93"/>
    <w:rsid w:val="00EC601F"/>
    <w:rsid w:val="00ED5B76"/>
    <w:rsid w:val="00ED79DF"/>
    <w:rsid w:val="00EE394F"/>
    <w:rsid w:val="00EE7023"/>
    <w:rsid w:val="00F0296B"/>
    <w:rsid w:val="00F0601C"/>
    <w:rsid w:val="00F172C8"/>
    <w:rsid w:val="00F20C3D"/>
    <w:rsid w:val="00F22501"/>
    <w:rsid w:val="00F26F1E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779"/>
    <w:rsid w:val="00FA1A3C"/>
    <w:rsid w:val="00FB0529"/>
    <w:rsid w:val="00FB11DF"/>
    <w:rsid w:val="00FD433E"/>
    <w:rsid w:val="00FE0E2C"/>
    <w:rsid w:val="00FE6F3C"/>
    <w:rsid w:val="00FF1669"/>
    <w:rsid w:val="00FF35A5"/>
    <w:rsid w:val="00FF5211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DB13D"/>
  <w15:docId w15:val="{E722096F-27A5-47B2-90EB-29AEB39C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5643D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9A75-5A45-43F8-AB59-2660FC63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5</TotalTime>
  <Pages>11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Администратор;Соколов В.А.</dc:creator>
  <cp:lastModifiedBy>Professional</cp:lastModifiedBy>
  <cp:revision>4</cp:revision>
  <cp:lastPrinted>2026-01-29T12:14:00Z</cp:lastPrinted>
  <dcterms:created xsi:type="dcterms:W3CDTF">2026-01-26T09:49:00Z</dcterms:created>
  <dcterms:modified xsi:type="dcterms:W3CDTF">2026-01-29T12:16:00Z</dcterms:modified>
</cp:coreProperties>
</file>